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4A" w:rsidRPr="00086AA3" w:rsidRDefault="00C53C4A" w:rsidP="00C5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AA3">
        <w:rPr>
          <w:rFonts w:ascii="Times New Roman" w:hAnsi="Times New Roman" w:cs="Times New Roman"/>
          <w:b/>
          <w:sz w:val="28"/>
          <w:szCs w:val="28"/>
        </w:rPr>
        <w:t>Прейскурант плат (ставок сборов),</w:t>
      </w:r>
    </w:p>
    <w:p w:rsidR="00C53C4A" w:rsidRPr="00086AA3" w:rsidRDefault="00C53C4A" w:rsidP="00C5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AA3">
        <w:rPr>
          <w:rFonts w:ascii="Times New Roman" w:hAnsi="Times New Roman" w:cs="Times New Roman"/>
          <w:b/>
          <w:sz w:val="28"/>
          <w:szCs w:val="28"/>
        </w:rPr>
        <w:t xml:space="preserve"> на услуги АО «НК «АМТП»</w:t>
      </w:r>
    </w:p>
    <w:p w:rsidR="00C53C4A" w:rsidRPr="00086AA3" w:rsidRDefault="00C53C4A" w:rsidP="00C5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AA3">
        <w:rPr>
          <w:rFonts w:ascii="Times New Roman" w:hAnsi="Times New Roman" w:cs="Times New Roman"/>
          <w:b/>
          <w:sz w:val="28"/>
          <w:szCs w:val="28"/>
        </w:rPr>
        <w:t>с 10.02.2022 года</w:t>
      </w:r>
    </w:p>
    <w:p w:rsidR="0015582D" w:rsidRPr="00086AA3" w:rsidRDefault="0015582D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C3D34" w:rsidRPr="00086AA3" w:rsidRDefault="00AC3D34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6E0" w:rsidRPr="00086AA3" w:rsidRDefault="00AC3D34" w:rsidP="001E36E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656D46"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DF78A7"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слуги погрузочно-разгрузочных работ, выполняемых силами</w:t>
      </w:r>
    </w:p>
    <w:p w:rsidR="00DF78A7" w:rsidRPr="00086AA3" w:rsidRDefault="00DF78A7" w:rsidP="001E36E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средствами морского порта</w:t>
      </w:r>
    </w:p>
    <w:p w:rsidR="00DF78A7" w:rsidRPr="00086AA3" w:rsidRDefault="00DF78A7" w:rsidP="00DF78A7">
      <w:pPr>
        <w:pStyle w:val="a4"/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6521"/>
        <w:gridCol w:w="1559"/>
        <w:gridCol w:w="1843"/>
      </w:tblGrid>
      <w:tr w:rsidR="003E1F6E" w:rsidRPr="00086AA3" w:rsidTr="0011113F">
        <w:trPr>
          <w:trHeight w:val="564"/>
        </w:trPr>
        <w:tc>
          <w:tcPr>
            <w:tcW w:w="724" w:type="dxa"/>
            <w:shd w:val="clear" w:color="000000" w:fill="FFFFFF"/>
            <w:vAlign w:val="center"/>
            <w:hideMark/>
          </w:tcPr>
          <w:p w:rsidR="003E1F6E" w:rsidRPr="00086AA3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3E1F6E" w:rsidRPr="00086AA3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E1F6E" w:rsidRPr="00086AA3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77269" w:rsidRPr="00086AA3" w:rsidRDefault="003E1F6E" w:rsidP="0064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Грузы в биг </w:t>
            </w:r>
            <w:r w:rsidR="00646140"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бегах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</w:t>
            </w:r>
          </w:p>
        </w:tc>
      </w:tr>
      <w:tr w:rsidR="003E1F6E" w:rsidRPr="00086AA3" w:rsidTr="0011113F">
        <w:trPr>
          <w:trHeight w:val="742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B0826" w:rsidRPr="00086AA3" w:rsidRDefault="003E1F6E" w:rsidP="00096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Грузы в ящиках, мешках, на паллетах, поддонах, связках и без упаковки (в том числе скоропортящиеся или требующие осторожной перегрузки), в том числе: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086AA3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086AA3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до 30 кг</w:t>
            </w:r>
          </w:p>
        </w:tc>
        <w:tc>
          <w:tcPr>
            <w:tcW w:w="1559" w:type="dxa"/>
          </w:tcPr>
          <w:p w:rsidR="008B10FA" w:rsidRPr="00086AA3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086AA3" w:rsidRDefault="008B10FA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FB2380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</w:tr>
      <w:tr w:rsidR="008B10FA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086AA3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086AA3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31 кг до 1 500 кг</w:t>
            </w:r>
          </w:p>
        </w:tc>
        <w:tc>
          <w:tcPr>
            <w:tcW w:w="1559" w:type="dxa"/>
          </w:tcPr>
          <w:p w:rsidR="008B10FA" w:rsidRPr="00086AA3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086AA3" w:rsidRDefault="008B10FA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FB2380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</w:tr>
      <w:tr w:rsidR="008B10FA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086AA3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086AA3" w:rsidRDefault="00656D46" w:rsidP="00296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1 501 кг до 10 000 кг</w:t>
            </w:r>
          </w:p>
        </w:tc>
        <w:tc>
          <w:tcPr>
            <w:tcW w:w="1559" w:type="dxa"/>
          </w:tcPr>
          <w:p w:rsidR="008B10FA" w:rsidRPr="00086AA3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086AA3" w:rsidRDefault="008B10FA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FB2380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  <w:tr w:rsidR="003E1F6E" w:rsidRPr="00086AA3" w:rsidTr="0011113F">
        <w:trPr>
          <w:trHeight w:val="1222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B0826" w:rsidRPr="00086AA3" w:rsidRDefault="003E1F6E" w:rsidP="00096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Металлы в болванках,  слитках, чушках, не в деле, </w:t>
            </w:r>
            <w:r w:rsidR="005C1ABF" w:rsidRPr="000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пачках, листах, рулонах, </w:t>
            </w:r>
            <w:r w:rsidRPr="000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кругах,  прокат черных металлов (трубы, рельсы, балки, швеллеры и прочие виды проката), в том числе: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086AA3" w:rsidTr="0011113F">
        <w:trPr>
          <w:trHeight w:val="341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086AA3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086AA3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до 250 кг</w:t>
            </w:r>
          </w:p>
        </w:tc>
        <w:tc>
          <w:tcPr>
            <w:tcW w:w="1559" w:type="dxa"/>
            <w:vAlign w:val="center"/>
          </w:tcPr>
          <w:p w:rsidR="008B10FA" w:rsidRPr="00086AA3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086AA3" w:rsidRDefault="008B10FA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4 217</w:t>
            </w:r>
          </w:p>
        </w:tc>
      </w:tr>
      <w:tr w:rsidR="008B10FA" w:rsidRPr="00086AA3" w:rsidTr="0011113F">
        <w:trPr>
          <w:trHeight w:val="3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086AA3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086AA3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251 кг до 1 500 кг</w:t>
            </w:r>
          </w:p>
        </w:tc>
        <w:tc>
          <w:tcPr>
            <w:tcW w:w="1559" w:type="dxa"/>
            <w:vAlign w:val="center"/>
          </w:tcPr>
          <w:p w:rsidR="008B10FA" w:rsidRPr="00086AA3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086AA3" w:rsidRDefault="008B10FA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2 714</w:t>
            </w:r>
          </w:p>
        </w:tc>
      </w:tr>
      <w:tr w:rsidR="008B10FA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086AA3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086AA3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1 501 кг</w:t>
            </w:r>
          </w:p>
        </w:tc>
        <w:tc>
          <w:tcPr>
            <w:tcW w:w="1559" w:type="dxa"/>
            <w:vAlign w:val="center"/>
          </w:tcPr>
          <w:p w:rsidR="008B10FA" w:rsidRPr="00086AA3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086AA3" w:rsidRDefault="008B10FA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</w:t>
            </w:r>
          </w:p>
        </w:tc>
      </w:tr>
      <w:tr w:rsidR="003E1F6E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086AA3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Контейнеры, в том числе: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086AA3" w:rsidRDefault="003E1F6E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</w:t>
            </w:r>
            <w:r w:rsidR="0025427A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59" w:type="dxa"/>
            <w:vAlign w:val="center"/>
          </w:tcPr>
          <w:p w:rsidR="003E1F6E" w:rsidRPr="00086AA3" w:rsidRDefault="003E1F6E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3E1F6E" w:rsidRPr="00086AA3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</w:t>
            </w:r>
          </w:p>
        </w:tc>
      </w:tr>
      <w:tr w:rsidR="009B2985" w:rsidRPr="00086AA3" w:rsidTr="0011113F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9B2985" w:rsidRPr="00086AA3" w:rsidRDefault="00656D46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2985" w:rsidRPr="00086AA3" w:rsidRDefault="009B2985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груженые</w:t>
            </w:r>
            <w:r w:rsidRPr="00086AA3">
              <w:t xml:space="preserve"> (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использованием дополнительных грузозахватных 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приспособлений, техники)</w:t>
            </w:r>
          </w:p>
        </w:tc>
        <w:tc>
          <w:tcPr>
            <w:tcW w:w="1559" w:type="dxa"/>
            <w:vAlign w:val="center"/>
          </w:tcPr>
          <w:p w:rsidR="009B2985" w:rsidRPr="00086AA3" w:rsidRDefault="009B2985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9B2985" w:rsidRPr="00086AA3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</w:t>
            </w:r>
          </w:p>
        </w:tc>
      </w:tr>
      <w:tr w:rsidR="009B2985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9B2985" w:rsidRPr="00086AA3" w:rsidRDefault="00656D46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9B2985" w:rsidRPr="00086AA3" w:rsidRDefault="009B2985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 футовые груженые</w:t>
            </w:r>
          </w:p>
        </w:tc>
        <w:tc>
          <w:tcPr>
            <w:tcW w:w="1559" w:type="dxa"/>
            <w:vAlign w:val="center"/>
          </w:tcPr>
          <w:p w:rsidR="009B2985" w:rsidRPr="00086AA3" w:rsidRDefault="009B2985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9B2985" w:rsidRPr="00086AA3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</w:t>
            </w:r>
          </w:p>
        </w:tc>
      </w:tr>
      <w:tr w:rsidR="009B2985" w:rsidRPr="00086AA3" w:rsidTr="0011113F">
        <w:trPr>
          <w:trHeight w:val="232"/>
        </w:trPr>
        <w:tc>
          <w:tcPr>
            <w:tcW w:w="724" w:type="dxa"/>
            <w:shd w:val="clear" w:color="auto" w:fill="auto"/>
            <w:noWrap/>
            <w:vAlign w:val="center"/>
          </w:tcPr>
          <w:p w:rsidR="009B2985" w:rsidRPr="00086AA3" w:rsidRDefault="00656D46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2985" w:rsidRPr="00086AA3" w:rsidRDefault="009B2985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 футовые груженые</w:t>
            </w:r>
            <w:r w:rsidR="00B22E54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AA3">
              <w:t>(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9B2985" w:rsidRPr="00086AA3" w:rsidRDefault="009B2985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9B2985" w:rsidRPr="00086AA3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103 200</w:t>
            </w:r>
          </w:p>
        </w:tc>
      </w:tr>
      <w:tr w:rsidR="009B2985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9B2985" w:rsidRPr="00086AA3" w:rsidRDefault="00656D46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2985" w:rsidRPr="00086AA3" w:rsidRDefault="009B2985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45 - футовые груженые</w:t>
            </w:r>
          </w:p>
        </w:tc>
        <w:tc>
          <w:tcPr>
            <w:tcW w:w="1559" w:type="dxa"/>
            <w:vAlign w:val="center"/>
          </w:tcPr>
          <w:p w:rsidR="009B2985" w:rsidRPr="00086AA3" w:rsidRDefault="009B2985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9B2985" w:rsidRPr="00086AA3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80 430</w:t>
            </w:r>
          </w:p>
        </w:tc>
      </w:tr>
      <w:tr w:rsidR="009B2985" w:rsidRPr="00086AA3" w:rsidTr="0011113F">
        <w:trPr>
          <w:trHeight w:val="226"/>
        </w:trPr>
        <w:tc>
          <w:tcPr>
            <w:tcW w:w="724" w:type="dxa"/>
            <w:shd w:val="clear" w:color="auto" w:fill="auto"/>
            <w:noWrap/>
            <w:vAlign w:val="center"/>
          </w:tcPr>
          <w:p w:rsidR="009B2985" w:rsidRPr="00086AA3" w:rsidRDefault="00656D46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2985" w:rsidRPr="00086AA3" w:rsidRDefault="009B2985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45 - футовые груженые</w:t>
            </w:r>
            <w:r w:rsidR="00B22E54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AA3">
              <w:t>(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9B2985" w:rsidRPr="00086AA3" w:rsidRDefault="009B2985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9B2985" w:rsidRPr="00086AA3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160 860</w:t>
            </w:r>
          </w:p>
        </w:tc>
      </w:tr>
      <w:tr w:rsidR="003E1F6E" w:rsidRPr="00086AA3" w:rsidTr="0011113F">
        <w:trPr>
          <w:trHeight w:val="226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086AA3" w:rsidRDefault="00AC3D3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Порожние контейнеры</w:t>
            </w:r>
          </w:p>
        </w:tc>
        <w:tc>
          <w:tcPr>
            <w:tcW w:w="1559" w:type="dxa"/>
            <w:vAlign w:val="center"/>
          </w:tcPr>
          <w:p w:rsidR="003E1F6E" w:rsidRPr="00086AA3" w:rsidRDefault="003E1F6E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3E1F6E" w:rsidRPr="00086AA3" w:rsidRDefault="00C819D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B2380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</w:t>
            </w:r>
          </w:p>
        </w:tc>
      </w:tr>
      <w:tr w:rsidR="00C819D0" w:rsidRPr="00086AA3" w:rsidTr="0011113F">
        <w:trPr>
          <w:trHeight w:val="226"/>
        </w:trPr>
        <w:tc>
          <w:tcPr>
            <w:tcW w:w="724" w:type="dxa"/>
            <w:shd w:val="clear" w:color="auto" w:fill="auto"/>
            <w:noWrap/>
            <w:vAlign w:val="center"/>
          </w:tcPr>
          <w:p w:rsidR="00C819D0" w:rsidRPr="00086AA3" w:rsidRDefault="00C819D0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819D0" w:rsidRPr="00086AA3" w:rsidRDefault="00AC3D3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Порожние контейнеры</w:t>
            </w:r>
            <w:r w:rsidR="00B22E54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19D0" w:rsidRPr="00086AA3">
              <w:t>(</w:t>
            </w:r>
            <w:r w:rsidR="009F0879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C819D0" w:rsidRPr="00086AA3" w:rsidRDefault="00B945CD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C819D0" w:rsidRPr="00086AA3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</w:t>
            </w:r>
          </w:p>
        </w:tc>
      </w:tr>
      <w:tr w:rsidR="003E1F6E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086AA3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Автомашины, в том числе: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086AA3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086AA3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086AA3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легковые до 3</w:t>
            </w:r>
            <w:r w:rsidR="00DE6759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кг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086AA3" w:rsidRDefault="008B10FA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B2380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4 686</w:t>
            </w:r>
          </w:p>
        </w:tc>
      </w:tr>
      <w:tr w:rsidR="003E1F6E" w:rsidRPr="00086AA3" w:rsidTr="0011113F">
        <w:trPr>
          <w:trHeight w:val="63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086AA3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грузовые, специализированная техника, микроавтобусы до 10</w:t>
            </w:r>
            <w:r w:rsidR="00DE6759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кг</w:t>
            </w:r>
          </w:p>
        </w:tc>
        <w:tc>
          <w:tcPr>
            <w:tcW w:w="1559" w:type="dxa"/>
            <w:vAlign w:val="center"/>
          </w:tcPr>
          <w:p w:rsidR="003E1F6E" w:rsidRPr="00086AA3" w:rsidRDefault="003E1F6E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086AA3" w:rsidRDefault="008B10FA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B2380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9 460</w:t>
            </w:r>
          </w:p>
        </w:tc>
      </w:tr>
      <w:tr w:rsidR="003E1F6E" w:rsidRPr="00086AA3" w:rsidTr="0011113F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086AA3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Негабаритные и тяжеловесные грузы (кроме металла), в том числе: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086AA3" w:rsidTr="0011113F">
        <w:trPr>
          <w:trHeight w:val="228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086AA3" w:rsidRDefault="003E1F6E" w:rsidP="00656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10 001 кг до 40 000 кг или более 18 м3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086AA3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27 027</w:t>
            </w:r>
          </w:p>
        </w:tc>
      </w:tr>
      <w:tr w:rsidR="003E1F6E" w:rsidRPr="00086AA3" w:rsidTr="0011113F">
        <w:trPr>
          <w:trHeight w:val="217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086AA3" w:rsidRDefault="003E1F6E" w:rsidP="00656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40 001 кг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086AA3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32 432</w:t>
            </w:r>
          </w:p>
        </w:tc>
      </w:tr>
      <w:tr w:rsidR="003E1F6E" w:rsidRPr="00086AA3" w:rsidTr="0011113F">
        <w:trPr>
          <w:trHeight w:val="327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086AA3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Прочий груз: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086AA3" w:rsidTr="0011113F">
        <w:trPr>
          <w:trHeight w:val="327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656D46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086AA3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и цветных металлов навалом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086AA3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2 703</w:t>
            </w:r>
          </w:p>
        </w:tc>
      </w:tr>
      <w:tr w:rsidR="003E1F6E" w:rsidRPr="00086AA3" w:rsidTr="0011113F">
        <w:trPr>
          <w:trHeight w:val="1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656D46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086AA3" w:rsidRDefault="00D75265" w:rsidP="00D7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Кокс</w:t>
            </w:r>
            <w:r w:rsidR="003E1F6E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навалом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086AA3" w:rsidRDefault="008B10FA" w:rsidP="00D7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D75265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3E1F6E" w:rsidRPr="00086AA3" w:rsidTr="0011113F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656D46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086AA3" w:rsidRDefault="003E1F6E" w:rsidP="008C0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навалом (</w:t>
            </w:r>
            <w:r w:rsidR="008C0ABF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щебень, строительные материалы и прочие)</w:t>
            </w:r>
          </w:p>
        </w:tc>
        <w:tc>
          <w:tcPr>
            <w:tcW w:w="1559" w:type="dxa"/>
            <w:vAlign w:val="center"/>
          </w:tcPr>
          <w:p w:rsidR="003E1F6E" w:rsidRPr="00086AA3" w:rsidRDefault="003E1F6E" w:rsidP="00B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086AA3" w:rsidRDefault="0059220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</w:t>
            </w:r>
          </w:p>
        </w:tc>
      </w:tr>
      <w:tr w:rsidR="003E1F6E" w:rsidRPr="00086AA3" w:rsidTr="0011113F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656D46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3E1F6E" w:rsidRPr="00086AA3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Лес, пиломатериалы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086AA3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</w:t>
            </w:r>
          </w:p>
        </w:tc>
      </w:tr>
      <w:tr w:rsidR="003E1F6E" w:rsidRPr="00086AA3" w:rsidTr="0011113F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086AA3" w:rsidRDefault="00714DDB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56D46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086AA3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культуры в мягких контейнерах</w:t>
            </w:r>
          </w:p>
        </w:tc>
        <w:tc>
          <w:tcPr>
            <w:tcW w:w="1559" w:type="dxa"/>
          </w:tcPr>
          <w:p w:rsidR="003E1F6E" w:rsidRPr="00086AA3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086AA3" w:rsidRDefault="00FB2380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667AA0" w:rsidRPr="00086AA3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667AA0" w:rsidRPr="00086AA3" w:rsidRDefault="00667AA0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667AA0" w:rsidRPr="00086AA3" w:rsidRDefault="00667AA0" w:rsidP="00304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lang w:eastAsia="ru-RU"/>
              </w:rPr>
              <w:t>Опасный груз, в том числе:</w:t>
            </w:r>
          </w:p>
        </w:tc>
        <w:tc>
          <w:tcPr>
            <w:tcW w:w="1559" w:type="dxa"/>
            <w:vAlign w:val="center"/>
          </w:tcPr>
          <w:p w:rsidR="00667AA0" w:rsidRPr="00086AA3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67AA0" w:rsidRPr="00086AA3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67AA0" w:rsidRPr="00086AA3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667AA0" w:rsidRPr="00086AA3" w:rsidRDefault="0026404C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67AA0" w:rsidRPr="00086AA3" w:rsidRDefault="00667AA0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6AA3">
              <w:rPr>
                <w:rFonts w:ascii="Times New Roman" w:hAnsi="Times New Roman" w:cs="Times New Roman"/>
              </w:rPr>
              <w:t>Грузы в биг-бегах</w:t>
            </w:r>
          </w:p>
        </w:tc>
        <w:tc>
          <w:tcPr>
            <w:tcW w:w="1559" w:type="dxa"/>
            <w:vAlign w:val="center"/>
          </w:tcPr>
          <w:p w:rsidR="00667AA0" w:rsidRPr="00086AA3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667AA0" w:rsidRPr="00086AA3" w:rsidRDefault="00667AA0" w:rsidP="0066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</w:rPr>
              <w:t>3 945</w:t>
            </w:r>
          </w:p>
        </w:tc>
      </w:tr>
      <w:tr w:rsidR="00667AA0" w:rsidRPr="00086AA3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667AA0" w:rsidRPr="00086AA3" w:rsidRDefault="0026404C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67AA0" w:rsidRPr="00086AA3" w:rsidRDefault="00667AA0" w:rsidP="00304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</w:rPr>
              <w:t>Грузы на паллетах</w:t>
            </w:r>
          </w:p>
        </w:tc>
        <w:tc>
          <w:tcPr>
            <w:tcW w:w="1559" w:type="dxa"/>
            <w:vAlign w:val="center"/>
          </w:tcPr>
          <w:p w:rsidR="00667AA0" w:rsidRPr="00086AA3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667AA0" w:rsidRPr="00086AA3" w:rsidRDefault="00667AA0" w:rsidP="0066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</w:rPr>
              <w:t>4 507</w:t>
            </w:r>
          </w:p>
        </w:tc>
      </w:tr>
      <w:tr w:rsidR="00667AA0" w:rsidRPr="00086AA3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667AA0" w:rsidRPr="00086AA3" w:rsidRDefault="0026404C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67AA0" w:rsidRPr="00086AA3" w:rsidRDefault="00667AA0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6AA3">
              <w:rPr>
                <w:rFonts w:ascii="Times New Roman" w:hAnsi="Times New Roman" w:cs="Times New Roman"/>
              </w:rPr>
              <w:t>20-ти футовые контейнеры</w:t>
            </w:r>
          </w:p>
        </w:tc>
        <w:tc>
          <w:tcPr>
            <w:tcW w:w="1559" w:type="dxa"/>
            <w:vAlign w:val="center"/>
          </w:tcPr>
          <w:p w:rsidR="00667AA0" w:rsidRPr="00086AA3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667AA0" w:rsidRPr="00086AA3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</w:rPr>
              <w:t>51 662</w:t>
            </w:r>
          </w:p>
        </w:tc>
      </w:tr>
      <w:tr w:rsidR="00667AA0" w:rsidRPr="00086AA3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667AA0" w:rsidRPr="00086AA3" w:rsidRDefault="0026404C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67AA0" w:rsidRPr="00086AA3" w:rsidRDefault="00667AA0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6AA3">
              <w:rPr>
                <w:rFonts w:ascii="Times New Roman" w:hAnsi="Times New Roman" w:cs="Times New Roman"/>
              </w:rPr>
              <w:t>40</w:t>
            </w:r>
            <w:r w:rsidRPr="00086AA3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086AA3">
              <w:rPr>
                <w:rFonts w:ascii="Times New Roman" w:hAnsi="Times New Roman" w:cs="Times New Roman"/>
              </w:rPr>
              <w:t>45-ти футовые контейнеры</w:t>
            </w:r>
          </w:p>
        </w:tc>
        <w:tc>
          <w:tcPr>
            <w:tcW w:w="1559" w:type="dxa"/>
            <w:vAlign w:val="center"/>
          </w:tcPr>
          <w:p w:rsidR="00667AA0" w:rsidRPr="00086AA3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667AA0" w:rsidRPr="00086AA3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</w:rPr>
              <w:t>71 725</w:t>
            </w:r>
          </w:p>
        </w:tc>
      </w:tr>
    </w:tbl>
    <w:p w:rsidR="00C758BB" w:rsidRPr="00086AA3" w:rsidRDefault="00C758BB" w:rsidP="002A15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A3AC7" w:rsidRPr="00086AA3" w:rsidRDefault="00D66918" w:rsidP="00AC3D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6AA3">
        <w:rPr>
          <w:rFonts w:ascii="Times New Roman" w:hAnsi="Times New Roman" w:cs="Times New Roman"/>
          <w:b/>
          <w:sz w:val="24"/>
          <w:szCs w:val="24"/>
          <w:lang w:val="kk-KZ"/>
        </w:rPr>
        <w:t>Примечание</w:t>
      </w:r>
      <w:r w:rsidRPr="00086AA3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D66918" w:rsidRPr="00086AA3" w:rsidRDefault="00D66918" w:rsidP="00AC3D34">
      <w:pPr>
        <w:pStyle w:val="a4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86AA3">
        <w:rPr>
          <w:rFonts w:ascii="Times New Roman" w:hAnsi="Times New Roman" w:cs="Times New Roman"/>
          <w:i/>
          <w:sz w:val="24"/>
          <w:szCs w:val="24"/>
          <w:lang w:val="kk-KZ"/>
        </w:rPr>
        <w:t>при расчете стоимости обработки прибывшего в порт несепарированного груза пр</w:t>
      </w:r>
      <w:r w:rsidR="00AC3D34" w:rsidRPr="00086AA3">
        <w:rPr>
          <w:rFonts w:ascii="Times New Roman" w:hAnsi="Times New Roman" w:cs="Times New Roman"/>
          <w:i/>
          <w:sz w:val="24"/>
          <w:szCs w:val="24"/>
          <w:lang w:val="kk-KZ"/>
        </w:rPr>
        <w:t>именяется надбавка в размере 48</w:t>
      </w:r>
      <w:r w:rsidRPr="00086AA3">
        <w:rPr>
          <w:rFonts w:ascii="Times New Roman" w:hAnsi="Times New Roman" w:cs="Times New Roman"/>
          <w:i/>
          <w:sz w:val="24"/>
          <w:szCs w:val="24"/>
          <w:lang w:val="kk-KZ"/>
        </w:rPr>
        <w:t>% к действующим платам на услуги погрузочно-разгрузочных работ, выполняемых силами и средствами морского порта.</w:t>
      </w:r>
    </w:p>
    <w:p w:rsidR="00D66918" w:rsidRPr="00086AA3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66918" w:rsidRPr="00086AA3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F78A7" w:rsidRPr="00086AA3" w:rsidRDefault="00450A5A" w:rsidP="00184D0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A3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184D03" w:rsidRPr="00086A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D46" w:rsidRPr="00086AA3">
        <w:rPr>
          <w:rFonts w:ascii="Times New Roman" w:hAnsi="Times New Roman" w:cs="Times New Roman"/>
          <w:b/>
          <w:sz w:val="24"/>
          <w:szCs w:val="24"/>
        </w:rPr>
        <w:t>У</w:t>
      </w:r>
      <w:r w:rsidR="0015582D" w:rsidRPr="00086AA3">
        <w:rPr>
          <w:rFonts w:ascii="Times New Roman" w:hAnsi="Times New Roman" w:cs="Times New Roman"/>
          <w:b/>
          <w:sz w:val="24"/>
          <w:szCs w:val="24"/>
        </w:rPr>
        <w:t>слуги погрузочно-разгрузочных работ, выполняемых силами и средствами клиента</w:t>
      </w:r>
    </w:p>
    <w:p w:rsidR="00DF78A7" w:rsidRPr="00086AA3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954"/>
        <w:gridCol w:w="1842"/>
        <w:gridCol w:w="2127"/>
      </w:tblGrid>
      <w:tr w:rsidR="003E1F6E" w:rsidRPr="00086AA3" w:rsidTr="00AC3D34">
        <w:trPr>
          <w:trHeight w:val="564"/>
        </w:trPr>
        <w:tc>
          <w:tcPr>
            <w:tcW w:w="724" w:type="dxa"/>
            <w:shd w:val="clear" w:color="000000" w:fill="FFFFFF"/>
            <w:vAlign w:val="center"/>
            <w:hideMark/>
          </w:tcPr>
          <w:p w:rsidR="003E1F6E" w:rsidRPr="00086AA3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3E1F6E" w:rsidRPr="00086AA3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3E1F6E" w:rsidRPr="00086AA3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086AA3" w:rsidTr="00AC3D34">
        <w:trPr>
          <w:trHeight w:val="3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086AA3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 и нефтепродукты</w:t>
            </w:r>
          </w:p>
        </w:tc>
        <w:tc>
          <w:tcPr>
            <w:tcW w:w="1842" w:type="dxa"/>
          </w:tcPr>
          <w:p w:rsidR="003E1F6E" w:rsidRPr="00086AA3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</w:t>
            </w:r>
          </w:p>
        </w:tc>
      </w:tr>
      <w:tr w:rsidR="003E1F6E" w:rsidRPr="00086AA3" w:rsidTr="00AC3D34">
        <w:trPr>
          <w:trHeight w:val="2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086AA3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1842" w:type="dxa"/>
          </w:tcPr>
          <w:p w:rsidR="003E1F6E" w:rsidRPr="00086AA3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086AA3" w:rsidRDefault="00E63440" w:rsidP="00E63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</w:t>
            </w:r>
          </w:p>
        </w:tc>
      </w:tr>
      <w:tr w:rsidR="003E1F6E" w:rsidRPr="00086AA3" w:rsidTr="00AC3D34">
        <w:trPr>
          <w:trHeight w:val="268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086AA3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086AA3" w:rsidRDefault="003E1F6E" w:rsidP="000D4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грузы</w:t>
            </w:r>
          </w:p>
        </w:tc>
        <w:tc>
          <w:tcPr>
            <w:tcW w:w="1842" w:type="dxa"/>
          </w:tcPr>
          <w:p w:rsidR="003E1F6E" w:rsidRPr="00086AA3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</w:tr>
      <w:tr w:rsidR="00667AA0" w:rsidRPr="00086AA3" w:rsidTr="00304BA3">
        <w:trPr>
          <w:trHeight w:val="268"/>
        </w:trPr>
        <w:tc>
          <w:tcPr>
            <w:tcW w:w="724" w:type="dxa"/>
            <w:shd w:val="clear" w:color="auto" w:fill="auto"/>
            <w:noWrap/>
            <w:vAlign w:val="center"/>
          </w:tcPr>
          <w:p w:rsidR="00667AA0" w:rsidRPr="00086AA3" w:rsidRDefault="00667AA0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67AA0" w:rsidRPr="00086AA3" w:rsidRDefault="00667AA0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86AA3">
              <w:rPr>
                <w:rFonts w:ascii="Times New Roman" w:hAnsi="Times New Roman" w:cs="Times New Roman"/>
              </w:rPr>
              <w:t>Урановый концентрат</w:t>
            </w:r>
          </w:p>
        </w:tc>
        <w:tc>
          <w:tcPr>
            <w:tcW w:w="1842" w:type="dxa"/>
            <w:vAlign w:val="center"/>
          </w:tcPr>
          <w:p w:rsidR="00667AA0" w:rsidRPr="00086AA3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667AA0" w:rsidRPr="00086AA3" w:rsidRDefault="00667AA0" w:rsidP="00667A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6AA3">
              <w:rPr>
                <w:rFonts w:ascii="Times New Roman" w:hAnsi="Times New Roman" w:cs="Times New Roman"/>
              </w:rPr>
              <w:t>2 602</w:t>
            </w:r>
          </w:p>
        </w:tc>
      </w:tr>
    </w:tbl>
    <w:p w:rsidR="00DF78A7" w:rsidRPr="00086AA3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DB9" w:rsidRPr="00086AA3" w:rsidRDefault="006F3DB9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C2" w:rsidRPr="00086AA3" w:rsidRDefault="00450A5A" w:rsidP="007364FB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A3">
        <w:rPr>
          <w:rFonts w:ascii="Times New Roman" w:hAnsi="Times New Roman" w:cs="Times New Roman"/>
          <w:b/>
          <w:sz w:val="24"/>
          <w:szCs w:val="24"/>
        </w:rPr>
        <w:t>3.</w:t>
      </w:r>
      <w:r w:rsidR="007364FB" w:rsidRPr="00086A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D46" w:rsidRPr="00086AA3">
        <w:rPr>
          <w:rFonts w:ascii="Times New Roman" w:hAnsi="Times New Roman" w:cs="Times New Roman"/>
          <w:b/>
          <w:sz w:val="24"/>
          <w:szCs w:val="24"/>
        </w:rPr>
        <w:t>У</w:t>
      </w:r>
      <w:r w:rsidR="002518C2" w:rsidRPr="00086AA3">
        <w:rPr>
          <w:rFonts w:ascii="Times New Roman" w:hAnsi="Times New Roman" w:cs="Times New Roman"/>
          <w:b/>
          <w:sz w:val="24"/>
          <w:szCs w:val="24"/>
        </w:rPr>
        <w:t>слуги хранения на крытом складе и открытых/специализированных площадках</w:t>
      </w:r>
    </w:p>
    <w:p w:rsidR="002518C2" w:rsidRPr="00086AA3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4253"/>
        <w:gridCol w:w="3969"/>
        <w:gridCol w:w="1701"/>
      </w:tblGrid>
      <w:tr w:rsidR="002518C2" w:rsidRPr="00086AA3" w:rsidTr="00502E97">
        <w:trPr>
          <w:trHeight w:val="760"/>
        </w:trPr>
        <w:tc>
          <w:tcPr>
            <w:tcW w:w="724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  <w:vAlign w:val="center"/>
          </w:tcPr>
          <w:p w:rsidR="002518C2" w:rsidRPr="00086AA3" w:rsidRDefault="002518C2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969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           в тенге без учета НДС</w:t>
            </w:r>
          </w:p>
        </w:tc>
      </w:tr>
      <w:tr w:rsidR="002518C2" w:rsidRPr="00086AA3" w:rsidTr="00502E97">
        <w:trPr>
          <w:trHeight w:val="417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33,53</w:t>
            </w:r>
          </w:p>
        </w:tc>
      </w:tr>
      <w:tr w:rsidR="002518C2" w:rsidRPr="00086AA3" w:rsidTr="00502E97">
        <w:trPr>
          <w:trHeight w:val="884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</w:rPr>
              <w:t>а тонну в сутки, за последующие 15 календарных суток (по истечении первых 30 календарных суток)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50,3</w:t>
            </w:r>
            <w:r w:rsidR="007B29F8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18C2" w:rsidRPr="00086AA3" w:rsidTr="00502E97">
        <w:trPr>
          <w:trHeight w:val="569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</w:rPr>
              <w:t>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75,45</w:t>
            </w:r>
          </w:p>
        </w:tc>
      </w:tr>
      <w:tr w:rsidR="002518C2" w:rsidRPr="00086AA3" w:rsidTr="00502E97">
        <w:trPr>
          <w:trHeight w:val="329"/>
        </w:trPr>
        <w:tc>
          <w:tcPr>
            <w:tcW w:w="724" w:type="dxa"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  <w:r w:rsidR="00656D46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AC3D34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0EA" w:rsidRPr="00086AA3" w:rsidTr="00502E97">
        <w:trPr>
          <w:trHeight w:val="600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3640EA" w:rsidRPr="00086AA3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3640EA" w:rsidRPr="00086AA3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–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                                   (в том числе рефрижераторные контейнеры)</w:t>
            </w:r>
          </w:p>
          <w:p w:rsidR="003640EA" w:rsidRPr="00086AA3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3640EA" w:rsidRPr="00086AA3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1 107</w:t>
            </w:r>
          </w:p>
        </w:tc>
      </w:tr>
      <w:tr w:rsidR="003640EA" w:rsidRPr="00086AA3" w:rsidTr="00502E97">
        <w:trPr>
          <w:trHeight w:val="263"/>
        </w:trPr>
        <w:tc>
          <w:tcPr>
            <w:tcW w:w="724" w:type="dxa"/>
            <w:vMerge/>
            <w:shd w:val="clear" w:color="auto" w:fill="auto"/>
            <w:vAlign w:val="center"/>
          </w:tcPr>
          <w:p w:rsidR="003640EA" w:rsidRPr="00086AA3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3640EA" w:rsidRPr="00086AA3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3640EA" w:rsidRPr="00086AA3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1 660</w:t>
            </w:r>
          </w:p>
        </w:tc>
      </w:tr>
      <w:tr w:rsidR="003640EA" w:rsidRPr="00086AA3" w:rsidTr="00502E97">
        <w:trPr>
          <w:trHeight w:val="581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3640EA" w:rsidRPr="00086AA3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AC3D34"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3640EA" w:rsidRPr="00086AA3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 40-45 футовые </w:t>
            </w:r>
          </w:p>
          <w:p w:rsidR="003640EA" w:rsidRPr="00086AA3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 том числе рефрижераторные контейнеры) </w:t>
            </w:r>
          </w:p>
          <w:p w:rsidR="003640EA" w:rsidRPr="00086AA3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3640EA" w:rsidRPr="00086AA3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1 844</w:t>
            </w:r>
          </w:p>
        </w:tc>
      </w:tr>
      <w:tr w:rsidR="003640EA" w:rsidRPr="00086AA3" w:rsidTr="00502E97">
        <w:trPr>
          <w:trHeight w:val="323"/>
        </w:trPr>
        <w:tc>
          <w:tcPr>
            <w:tcW w:w="724" w:type="dxa"/>
            <w:vMerge/>
            <w:shd w:val="clear" w:color="auto" w:fill="auto"/>
            <w:vAlign w:val="center"/>
          </w:tcPr>
          <w:p w:rsidR="003640EA" w:rsidRPr="00086AA3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3640EA" w:rsidRPr="00086AA3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3640EA" w:rsidRPr="00086AA3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2 766</w:t>
            </w:r>
          </w:p>
        </w:tc>
      </w:tr>
      <w:tr w:rsidR="002518C2" w:rsidRPr="00086AA3" w:rsidTr="00502E97">
        <w:trPr>
          <w:trHeight w:val="659"/>
        </w:trPr>
        <w:tc>
          <w:tcPr>
            <w:tcW w:w="724" w:type="dxa"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AC3D34"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20 - футовые на специализированной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контейнер в сутки 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9 607</w:t>
            </w:r>
          </w:p>
        </w:tc>
      </w:tr>
      <w:tr w:rsidR="002518C2" w:rsidRPr="00086AA3" w:rsidTr="00502E97">
        <w:trPr>
          <w:trHeight w:val="413"/>
        </w:trPr>
        <w:tc>
          <w:tcPr>
            <w:tcW w:w="724" w:type="dxa"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</w:t>
            </w:r>
            <w:r w:rsidR="00AC3D34"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Контейнеры-рефрижераторы 40-45 футовые на специализированной </w:t>
            </w:r>
          </w:p>
          <w:p w:rsidR="002518C2" w:rsidRPr="00086AA3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11 623</w:t>
            </w:r>
          </w:p>
        </w:tc>
      </w:tr>
      <w:tr w:rsidR="002518C2" w:rsidRPr="00086AA3" w:rsidTr="00502E97">
        <w:trPr>
          <w:trHeight w:val="242"/>
        </w:trPr>
        <w:tc>
          <w:tcPr>
            <w:tcW w:w="724" w:type="dxa"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Автотранспорт/колесная техника</w:t>
            </w:r>
            <w:r w:rsidR="003640EA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2D4F0D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8C2" w:rsidRPr="00086AA3" w:rsidTr="00502E97">
        <w:trPr>
          <w:trHeight w:val="426"/>
        </w:trPr>
        <w:tc>
          <w:tcPr>
            <w:tcW w:w="724" w:type="dxa"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1 898</w:t>
            </w:r>
          </w:p>
        </w:tc>
      </w:tr>
      <w:tr w:rsidR="002518C2" w:rsidRPr="00086AA3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до 15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3 163</w:t>
            </w:r>
          </w:p>
        </w:tc>
      </w:tr>
      <w:tr w:rsidR="002518C2" w:rsidRPr="00086AA3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от 15 до 25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3 960</w:t>
            </w:r>
          </w:p>
        </w:tc>
      </w:tr>
      <w:tr w:rsidR="002518C2" w:rsidRPr="00086AA3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4 620</w:t>
            </w:r>
          </w:p>
        </w:tc>
      </w:tr>
      <w:tr w:rsidR="002518C2" w:rsidRPr="00086AA3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518C2" w:rsidRPr="00086AA3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2518C2" w:rsidRPr="00086AA3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086AA3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086AA3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518C2" w:rsidRPr="00086AA3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2F43D5" w:rsidRPr="00086AA3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2F43D5" w:rsidRPr="00086AA3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F43D5" w:rsidRPr="00086AA3" w:rsidRDefault="002F43D5" w:rsidP="00304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6AA3">
              <w:rPr>
                <w:rFonts w:ascii="Times New Roman" w:hAnsi="Times New Roman" w:cs="Times New Roman"/>
              </w:rPr>
              <w:t>Опасный груз,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43D5" w:rsidRPr="00086AA3" w:rsidRDefault="002F43D5" w:rsidP="00304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D5" w:rsidRPr="00086AA3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D67" w:rsidRPr="00086AA3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60D67" w:rsidRPr="00086AA3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2F43D5"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60D67" w:rsidRPr="00086AA3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</w:rPr>
              <w:t>Грузы в биг-бегах и на паллетах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086AA3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60D67" w:rsidRPr="00086AA3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260D67" w:rsidRPr="00086AA3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60D67" w:rsidRPr="00086AA3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60D67" w:rsidRPr="00086AA3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086AA3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60D67" w:rsidRPr="00086AA3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260D67" w:rsidRPr="00086AA3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60D67" w:rsidRPr="00086AA3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60D67" w:rsidRPr="00086AA3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Контейнер 20</w:t>
            </w:r>
            <w:r w:rsidRPr="00086AA3">
              <w:rPr>
                <w:rFonts w:ascii="Times New Roman" w:hAnsi="Times New Roman" w:cs="Times New Roman"/>
                <w:lang w:val="kk-KZ" w:eastAsia="ru-RU"/>
              </w:rPr>
              <w:t xml:space="preserve"> -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футовый </w:t>
            </w:r>
          </w:p>
          <w:p w:rsidR="00260D67" w:rsidRPr="00086AA3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086AA3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60D67" w:rsidRPr="00086AA3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1 799</w:t>
            </w:r>
          </w:p>
        </w:tc>
      </w:tr>
      <w:tr w:rsidR="00260D67" w:rsidRPr="00086AA3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60D67" w:rsidRPr="00086AA3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60D67" w:rsidRPr="00086AA3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086AA3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60D67" w:rsidRPr="00086AA3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2 699</w:t>
            </w:r>
          </w:p>
        </w:tc>
      </w:tr>
      <w:tr w:rsidR="00260D67" w:rsidRPr="00086AA3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60D67" w:rsidRPr="00086AA3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60D67" w:rsidRPr="00086AA3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Контейнеры 40</w:t>
            </w:r>
            <w:r w:rsidRPr="00086AA3">
              <w:rPr>
                <w:rFonts w:ascii="Times New Roman" w:hAnsi="Times New Roman" w:cs="Times New Roman"/>
                <w:lang w:val="kk-KZ" w:eastAsia="ru-RU"/>
              </w:rPr>
              <w:t>,45 -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футовые </w:t>
            </w:r>
          </w:p>
          <w:p w:rsidR="00260D67" w:rsidRPr="00086AA3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086AA3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60D67" w:rsidRPr="00086AA3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2 998</w:t>
            </w:r>
          </w:p>
        </w:tc>
      </w:tr>
      <w:tr w:rsidR="00260D67" w:rsidRPr="00086AA3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60D67" w:rsidRPr="00086AA3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60D67" w:rsidRPr="00086AA3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086AA3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60D67" w:rsidRPr="00086AA3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4 497</w:t>
            </w:r>
          </w:p>
        </w:tc>
      </w:tr>
    </w:tbl>
    <w:p w:rsidR="002518C2" w:rsidRPr="00086AA3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E28C6" w:rsidRPr="00086AA3" w:rsidRDefault="003E28C6" w:rsidP="002518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B5DA5" w:rsidRPr="00086AA3" w:rsidRDefault="002B5DA5" w:rsidP="002D4F0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86AA3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2B5DA5" w:rsidRPr="00086AA3" w:rsidRDefault="002B5DA5" w:rsidP="005E098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Плат</w:t>
      </w:r>
      <w:r w:rsidR="002D4F0D"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а за хранение прибывших в порт 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грузов </w:t>
      </w:r>
      <w:r w:rsidR="002D4F0D" w:rsidRPr="00086AA3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 xml:space="preserve">не 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2B5DA5" w:rsidRPr="00086AA3" w:rsidRDefault="002B5DA5" w:rsidP="005E098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="0078205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открытых складских площадках, 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прибывших в порт 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  <w:lang w:val="kk-KZ"/>
        </w:rPr>
        <w:t>прочих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грузов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2B5DA5" w:rsidRPr="00086AA3" w:rsidRDefault="002B5DA5" w:rsidP="005E0983">
      <w:pPr>
        <w:pStyle w:val="a4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</w:t>
      </w:r>
      <w:r w:rsidR="00667E83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0 календарных дней при хранении цемента в биг-бегах</w:t>
      </w:r>
      <w:r w:rsidR="0078205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78205F" w:rsidRPr="00086AA3" w:rsidRDefault="0078205F" w:rsidP="005E0983">
      <w:pPr>
        <w:pStyle w:val="a4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в течение первых 30 календарных дней при хранении зерна в биг-бегах;</w:t>
      </w:r>
    </w:p>
    <w:p w:rsidR="002B5DA5" w:rsidRPr="00086AA3" w:rsidRDefault="002B5DA5" w:rsidP="005E0983">
      <w:pPr>
        <w:pStyle w:val="a4"/>
        <w:numPr>
          <w:ilvl w:val="0"/>
          <w:numId w:val="2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45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календарных дней при хранении прочих грузов.</w:t>
      </w:r>
    </w:p>
    <w:p w:rsidR="002B5DA5" w:rsidRPr="00086AA3" w:rsidRDefault="002B5DA5" w:rsidP="005E098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прибывшего в порт 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  <w:lang w:val="kk-KZ"/>
        </w:rPr>
        <w:t>металла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2B5DA5" w:rsidRPr="00086AA3" w:rsidRDefault="002B5DA5" w:rsidP="005E0983">
      <w:pPr>
        <w:pStyle w:val="a4"/>
        <w:numPr>
          <w:ilvl w:val="0"/>
          <w:numId w:val="22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20 календарных дней </w:t>
      </w:r>
      <w:r w:rsidR="006E11F9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при хранении в крытом складе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</w:p>
    <w:p w:rsidR="002B5DA5" w:rsidRPr="00086AA3" w:rsidRDefault="002B5DA5" w:rsidP="005E0983">
      <w:pPr>
        <w:pStyle w:val="a4"/>
        <w:numPr>
          <w:ilvl w:val="0"/>
          <w:numId w:val="22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в течение первых 45 календа</w:t>
      </w:r>
      <w:r w:rsidR="002D4F0D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рных дней при хранении металла 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на открытых складских площадках.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</w:p>
    <w:p w:rsidR="0078205F" w:rsidRPr="00086AA3" w:rsidRDefault="002B5DA5" w:rsidP="005E098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="0078205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открытых складских площадках, </w:t>
      </w:r>
      <w:r w:rsidR="002D4F0D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прибывших 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порт 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контейнеров</w:t>
      </w:r>
      <w:r w:rsidR="0078205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4A7A2D" w:rsidRPr="00086AA3" w:rsidRDefault="002D4F0D" w:rsidP="005E0983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 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</w:t>
      </w:r>
      <w:r w:rsidR="004A7A2D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первых 10 календарных </w:t>
      </w:r>
      <w:r w:rsidR="0078205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суток при хранении контейнеров;</w:t>
      </w:r>
    </w:p>
    <w:p w:rsidR="0078205F" w:rsidRPr="00086AA3" w:rsidRDefault="0040518F" w:rsidP="005E0983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</w:t>
      </w:r>
      <w:r w:rsidR="002D4F0D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течение первых 20 календарных суток </w:t>
      </w:r>
      <w:r w:rsidR="0078205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 хранении </w:t>
      </w:r>
      <w:r w:rsidR="00F8679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порожних </w:t>
      </w:r>
      <w:r w:rsidR="0078205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контейнеров-рефрижераторов.</w:t>
      </w:r>
    </w:p>
    <w:p w:rsidR="00CE4A32" w:rsidRPr="00086AA3" w:rsidRDefault="003A0C1B" w:rsidP="005E098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порожних контейнеров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, прибывших (экспорт/импорт) в порт Актау в рамках регулярной контейнерной линии</w:t>
      </w:r>
      <w:r w:rsidR="00B36357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 маршруту ТМТМ</w:t>
      </w:r>
      <w:r w:rsidR="0078205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DD5BF2" w:rsidRPr="00086AA3" w:rsidRDefault="00DD5BF2" w:rsidP="005E098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зерновых культур в биг-бегах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крытом складе в течение первых 12 календарных суток</w:t>
      </w:r>
      <w:r w:rsidR="0078205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2B5DA5" w:rsidRPr="00086AA3" w:rsidRDefault="002B5DA5" w:rsidP="005E098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Плата за хр</w:t>
      </w:r>
      <w:r w:rsidR="00640042"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анение прибывших в порт грузов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2B5DA5" w:rsidRPr="00086AA3" w:rsidRDefault="002B5DA5" w:rsidP="005E0983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за хранение прибывшего в порт грузового и легкового автотранспорта, колесной техники  через 24 часа с м</w:t>
      </w:r>
      <w:r w:rsidR="0026404C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омента приема приходного ордера;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2B5DA5" w:rsidRPr="00086AA3" w:rsidRDefault="002B5DA5" w:rsidP="005E0983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прибывших в порт скоропортящихся грузов (мука и прочие продукты питания), а также негабаритных и тяжеловесных грузов (свыше 10 тонн или более 18м3) начиная с первого дня хранения по ставкам</w:t>
      </w:r>
      <w:r w:rsidR="0026404C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«Прочий груз»;</w:t>
      </w:r>
    </w:p>
    <w:p w:rsidR="002B5DA5" w:rsidRPr="00086AA3" w:rsidRDefault="002B5DA5" w:rsidP="005E0983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плата за хранение </w:t>
      </w:r>
      <w:r w:rsidR="006E11F9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прочих грузов в крытом складе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перво</w:t>
      </w:r>
      <w:r w:rsidR="0026404C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го дня помещения груза на склад;</w:t>
      </w:r>
    </w:p>
    <w:p w:rsidR="002B5DA5" w:rsidRPr="00086AA3" w:rsidRDefault="00732974" w:rsidP="005E0983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груженых контейнеров - рефрижераторов плата взимается с момента поступления на складскую площадку</w:t>
      </w:r>
      <w:r w:rsidR="0026404C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304BA3" w:rsidRPr="00086AA3" w:rsidRDefault="00760305" w:rsidP="005E0983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hAnsi="Times New Roman" w:cs="Times New Roman"/>
          <w:i/>
          <w:sz w:val="24"/>
          <w:szCs w:val="24"/>
        </w:rPr>
        <w:t>плата за хранение</w:t>
      </w:r>
      <w:r w:rsidRPr="00086AA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опасных грузов </w:t>
      </w:r>
      <w:r w:rsidRPr="00086AA3">
        <w:rPr>
          <w:rFonts w:ascii="Times New Roman" w:hAnsi="Times New Roman" w:cs="Times New Roman"/>
          <w:i/>
          <w:sz w:val="24"/>
          <w:szCs w:val="24"/>
        </w:rPr>
        <w:t>взимается с момента помеще</w:t>
      </w:r>
      <w:r w:rsidR="0026404C" w:rsidRPr="00086AA3">
        <w:rPr>
          <w:rFonts w:ascii="Times New Roman" w:hAnsi="Times New Roman" w:cs="Times New Roman"/>
          <w:i/>
          <w:sz w:val="24"/>
          <w:szCs w:val="24"/>
        </w:rPr>
        <w:t>ния груза на складскую площадку;</w:t>
      </w:r>
    </w:p>
    <w:p w:rsidR="00760305" w:rsidRPr="00086AA3" w:rsidRDefault="00760305" w:rsidP="005E0983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hAnsi="Times New Roman" w:cs="Times New Roman"/>
          <w:i/>
          <w:sz w:val="24"/>
          <w:szCs w:val="24"/>
        </w:rPr>
        <w:t>плата за хранение опасного груза на открытых складских площадках порта не взимается в течение первых 20 календарных дней при хранении серы в биг-бегах.</w:t>
      </w:r>
    </w:p>
    <w:p w:rsidR="002B5DA5" w:rsidRPr="00086AA3" w:rsidRDefault="002B5DA5" w:rsidP="005E098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 расчете платы за хранение грузов неполные сутки считаются за полные.</w:t>
      </w:r>
    </w:p>
    <w:p w:rsidR="002B5DA5" w:rsidRPr="00086AA3" w:rsidRDefault="002B5DA5" w:rsidP="00B363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25427A" w:rsidRPr="00086AA3" w:rsidRDefault="0025427A" w:rsidP="00B363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E63E58" w:rsidRPr="00086AA3" w:rsidRDefault="00450A5A" w:rsidP="007364FB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A3">
        <w:rPr>
          <w:rFonts w:ascii="Times New Roman" w:hAnsi="Times New Roman" w:cs="Times New Roman"/>
          <w:b/>
          <w:sz w:val="24"/>
          <w:szCs w:val="24"/>
        </w:rPr>
        <w:t>4.</w:t>
      </w:r>
      <w:r w:rsidR="007364FB" w:rsidRPr="00086A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0EA" w:rsidRPr="00086AA3">
        <w:rPr>
          <w:rFonts w:ascii="Times New Roman" w:hAnsi="Times New Roman" w:cs="Times New Roman"/>
          <w:b/>
          <w:sz w:val="24"/>
          <w:szCs w:val="24"/>
        </w:rPr>
        <w:t>У</w:t>
      </w:r>
      <w:r w:rsidR="00E63E58" w:rsidRPr="00086AA3">
        <w:rPr>
          <w:rFonts w:ascii="Times New Roman" w:hAnsi="Times New Roman" w:cs="Times New Roman"/>
          <w:b/>
          <w:sz w:val="24"/>
          <w:szCs w:val="24"/>
        </w:rPr>
        <w:t>слуги хранения на СВХ</w:t>
      </w:r>
    </w:p>
    <w:p w:rsidR="00E63E58" w:rsidRPr="00086AA3" w:rsidRDefault="00E63E5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3402"/>
        <w:gridCol w:w="4678"/>
        <w:gridCol w:w="1843"/>
      </w:tblGrid>
      <w:tr w:rsidR="00E63E58" w:rsidRPr="00086AA3" w:rsidTr="00502E97">
        <w:trPr>
          <w:trHeight w:val="760"/>
        </w:trPr>
        <w:tc>
          <w:tcPr>
            <w:tcW w:w="724" w:type="dxa"/>
            <w:vAlign w:val="center"/>
          </w:tcPr>
          <w:p w:rsidR="00E63E58" w:rsidRPr="00086AA3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vAlign w:val="center"/>
          </w:tcPr>
          <w:p w:rsidR="00E63E58" w:rsidRPr="00086AA3" w:rsidRDefault="00E63E58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678" w:type="dxa"/>
            <w:vAlign w:val="center"/>
          </w:tcPr>
          <w:p w:rsidR="00E63E58" w:rsidRPr="00086AA3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E63E58" w:rsidRPr="00086AA3" w:rsidRDefault="00E63E58" w:rsidP="00E6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E63E58" w:rsidRPr="00086AA3" w:rsidTr="00502E97">
        <w:trPr>
          <w:trHeight w:val="417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E63E58" w:rsidRPr="00086AA3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E63E58" w:rsidRPr="00086AA3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63E58" w:rsidRPr="00086AA3" w:rsidTr="00502E97">
        <w:trPr>
          <w:trHeight w:val="884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086AA3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3E58" w:rsidRPr="00086AA3">
              <w:rPr>
                <w:rFonts w:ascii="Times New Roman" w:hAnsi="Times New Roman" w:cs="Times New Roman"/>
                <w:sz w:val="24"/>
                <w:szCs w:val="24"/>
              </w:rPr>
              <w:t>а тонну в сутки, за последующие 15 календарных суток (по истечении первых 30 календарных суток)</w:t>
            </w:r>
          </w:p>
        </w:tc>
        <w:tc>
          <w:tcPr>
            <w:tcW w:w="1843" w:type="dxa"/>
            <w:vAlign w:val="center"/>
          </w:tcPr>
          <w:p w:rsidR="00E63E58" w:rsidRPr="00086AA3" w:rsidRDefault="00437599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63E58" w:rsidRPr="00086AA3" w:rsidTr="00502E97">
        <w:trPr>
          <w:trHeight w:val="569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086AA3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3E58" w:rsidRPr="00086AA3">
              <w:rPr>
                <w:rFonts w:ascii="Times New Roman" w:hAnsi="Times New Roman" w:cs="Times New Roman"/>
                <w:sz w:val="24"/>
                <w:szCs w:val="24"/>
              </w:rPr>
              <w:t>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E63E58" w:rsidRPr="00086AA3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E63E58" w:rsidRPr="00086AA3" w:rsidTr="00502E97">
        <w:trPr>
          <w:trHeight w:val="261"/>
        </w:trPr>
        <w:tc>
          <w:tcPr>
            <w:tcW w:w="724" w:type="dxa"/>
            <w:shd w:val="clear" w:color="auto" w:fill="auto"/>
            <w:vAlign w:val="center"/>
          </w:tcPr>
          <w:p w:rsidR="00E63E58" w:rsidRPr="00086AA3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  <w:r w:rsidR="00157713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E240A9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E63E58" w:rsidRPr="00086AA3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85F" w:rsidRPr="00086AA3" w:rsidTr="00502E97">
        <w:trPr>
          <w:trHeight w:val="600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D0385F" w:rsidRPr="00086AA3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0385F" w:rsidRPr="00086AA3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 – футовые                                    (в том числе рефрижераторные контейнеры)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D0385F" w:rsidRPr="00086AA3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1 661</w:t>
            </w:r>
          </w:p>
        </w:tc>
      </w:tr>
      <w:tr w:rsidR="00D0385F" w:rsidRPr="00086AA3" w:rsidTr="00502E97">
        <w:trPr>
          <w:trHeight w:val="263"/>
        </w:trPr>
        <w:tc>
          <w:tcPr>
            <w:tcW w:w="724" w:type="dxa"/>
            <w:vMerge/>
            <w:shd w:val="clear" w:color="auto" w:fill="auto"/>
            <w:vAlign w:val="center"/>
          </w:tcPr>
          <w:p w:rsidR="00D0385F" w:rsidRPr="00086AA3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0385F" w:rsidRPr="00086AA3" w:rsidRDefault="00D0385F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D0385F" w:rsidRPr="00086AA3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2 490</w:t>
            </w:r>
          </w:p>
        </w:tc>
      </w:tr>
      <w:tr w:rsidR="00D0385F" w:rsidRPr="00086AA3" w:rsidTr="00502E97">
        <w:trPr>
          <w:trHeight w:val="581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D0385F" w:rsidRPr="00086AA3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0385F" w:rsidRPr="00086AA3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40-45 футовые                                    (в том числе рефрижераторные контейнеры)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D0385F" w:rsidRPr="00086AA3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2 766</w:t>
            </w:r>
          </w:p>
        </w:tc>
      </w:tr>
      <w:tr w:rsidR="00D0385F" w:rsidRPr="00086AA3" w:rsidTr="00502E97">
        <w:trPr>
          <w:trHeight w:val="323"/>
        </w:trPr>
        <w:tc>
          <w:tcPr>
            <w:tcW w:w="724" w:type="dxa"/>
            <w:vMerge/>
            <w:shd w:val="clear" w:color="auto" w:fill="auto"/>
            <w:vAlign w:val="center"/>
          </w:tcPr>
          <w:p w:rsidR="00D0385F" w:rsidRPr="00086AA3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0385F" w:rsidRPr="00086AA3" w:rsidRDefault="00D0385F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D0385F" w:rsidRPr="00086AA3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4 149</w:t>
            </w:r>
          </w:p>
        </w:tc>
      </w:tr>
      <w:tr w:rsidR="00E63E58" w:rsidRPr="00086AA3" w:rsidTr="00502E97">
        <w:trPr>
          <w:trHeight w:val="242"/>
        </w:trPr>
        <w:tc>
          <w:tcPr>
            <w:tcW w:w="724" w:type="dxa"/>
            <w:shd w:val="clear" w:color="auto" w:fill="auto"/>
            <w:vAlign w:val="center"/>
          </w:tcPr>
          <w:p w:rsidR="00E63E58" w:rsidRPr="00086AA3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Автотранспорт/колесная техника</w:t>
            </w:r>
            <w:r w:rsidR="00D0385F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E63E58" w:rsidRPr="00086AA3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086AA3" w:rsidTr="00502E97">
        <w:trPr>
          <w:trHeight w:val="329"/>
        </w:trPr>
        <w:tc>
          <w:tcPr>
            <w:tcW w:w="724" w:type="dxa"/>
            <w:shd w:val="clear" w:color="auto" w:fill="auto"/>
            <w:vAlign w:val="center"/>
          </w:tcPr>
          <w:p w:rsidR="00E63E58" w:rsidRPr="00086AA3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086AA3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7583D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</w:tr>
      <w:tr w:rsidR="00E63E58" w:rsidRPr="00086AA3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086AA3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086AA3" w:rsidRDefault="00E63E58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колесная техника весом </w:t>
            </w:r>
            <w:r w:rsidR="00450A5A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086AA3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83D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</w:tr>
      <w:tr w:rsidR="00E63E58" w:rsidRPr="00086AA3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086AA3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086AA3" w:rsidRDefault="00E63E58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</w:t>
            </w:r>
            <w:r w:rsidR="00450A5A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15 до 25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086AA3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83D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</w:tr>
      <w:tr w:rsidR="00E63E58" w:rsidRPr="00086AA3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086AA3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086AA3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583D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  <w:p w:rsidR="00E63E58" w:rsidRPr="00086AA3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086AA3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E63E58" w:rsidRPr="00086AA3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E63E58" w:rsidRPr="00086AA3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E63E58" w:rsidRPr="00086AA3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086AA3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086AA3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E63E58" w:rsidRPr="00086AA3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450A5A" w:rsidRPr="00086AA3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450A5A" w:rsidRPr="00086AA3" w:rsidRDefault="005C1ABF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50A5A" w:rsidRPr="00086AA3" w:rsidRDefault="00450A5A" w:rsidP="00736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</w:t>
            </w:r>
            <w:r w:rsidR="007364FB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ераторы              20 футовые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0A5A" w:rsidRPr="00086AA3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843" w:type="dxa"/>
            <w:vAlign w:val="center"/>
          </w:tcPr>
          <w:p w:rsidR="00450A5A" w:rsidRPr="00086AA3" w:rsidRDefault="00450A5A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14 411</w:t>
            </w:r>
          </w:p>
        </w:tc>
      </w:tr>
      <w:tr w:rsidR="00450A5A" w:rsidRPr="00086AA3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450A5A" w:rsidRPr="00086AA3" w:rsidRDefault="005C1ABF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50A5A" w:rsidRPr="00086AA3" w:rsidRDefault="00450A5A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           40 -</w:t>
            </w:r>
            <w:r w:rsidR="007B05DC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45 </w:t>
            </w:r>
            <w:r w:rsidR="007364FB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футовые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0A5A" w:rsidRPr="00086AA3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843" w:type="dxa"/>
            <w:vAlign w:val="center"/>
          </w:tcPr>
          <w:p w:rsidR="00450A5A" w:rsidRPr="00086AA3" w:rsidRDefault="00450A5A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17 435</w:t>
            </w:r>
          </w:p>
        </w:tc>
      </w:tr>
      <w:tr w:rsidR="002F43D5" w:rsidRPr="00086AA3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F43D5" w:rsidRPr="00086AA3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Опасный груз, в том числе: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F43D5" w:rsidRPr="00086AA3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3D5" w:rsidRPr="00086AA3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F43D5" w:rsidRPr="00086AA3" w:rsidRDefault="002F43D5" w:rsidP="004C71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</w:rPr>
              <w:t>Грузы в биг-бегах и на паллетах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086AA3" w:rsidRDefault="002F43D5" w:rsidP="004C71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2F43D5" w:rsidRPr="00086AA3" w:rsidRDefault="002F43D5" w:rsidP="004C71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133</w:t>
            </w:r>
          </w:p>
        </w:tc>
      </w:tr>
      <w:tr w:rsidR="002F43D5" w:rsidRPr="00086AA3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F43D5" w:rsidRPr="00086AA3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2F43D5" w:rsidRPr="00086AA3" w:rsidRDefault="002F43D5" w:rsidP="002F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202</w:t>
            </w:r>
          </w:p>
        </w:tc>
      </w:tr>
      <w:tr w:rsidR="002F43D5" w:rsidRPr="00086AA3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F43D5" w:rsidRPr="00086AA3" w:rsidRDefault="002F43D5" w:rsidP="004C71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Контейнер 20</w:t>
            </w:r>
            <w:r w:rsidRPr="00086AA3">
              <w:rPr>
                <w:rFonts w:ascii="Times New Roman" w:hAnsi="Times New Roman" w:cs="Times New Roman"/>
                <w:lang w:val="kk-KZ" w:eastAsia="ru-RU"/>
              </w:rPr>
              <w:t xml:space="preserve"> -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футовый </w:t>
            </w:r>
          </w:p>
          <w:p w:rsidR="002F43D5" w:rsidRPr="00086AA3" w:rsidRDefault="002F43D5" w:rsidP="004C71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086AA3" w:rsidRDefault="002F43D5" w:rsidP="004C71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2F43D5" w:rsidRPr="00086AA3" w:rsidRDefault="002F43D5" w:rsidP="004C71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2 699</w:t>
            </w:r>
          </w:p>
        </w:tc>
      </w:tr>
      <w:tr w:rsidR="002F43D5" w:rsidRPr="00086AA3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F43D5" w:rsidRPr="00086AA3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2F43D5" w:rsidRPr="00086AA3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4 049</w:t>
            </w:r>
          </w:p>
        </w:tc>
      </w:tr>
      <w:tr w:rsidR="002F43D5" w:rsidRPr="00086AA3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F43D5" w:rsidRPr="00086AA3" w:rsidRDefault="002F43D5" w:rsidP="004C71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Контейнеры 40</w:t>
            </w:r>
            <w:r w:rsidRPr="00086AA3">
              <w:rPr>
                <w:rFonts w:ascii="Times New Roman" w:hAnsi="Times New Roman" w:cs="Times New Roman"/>
                <w:lang w:val="kk-KZ" w:eastAsia="ru-RU"/>
              </w:rPr>
              <w:t>,45 -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футовые </w:t>
            </w:r>
          </w:p>
          <w:p w:rsidR="002F43D5" w:rsidRPr="00086AA3" w:rsidRDefault="002F43D5" w:rsidP="004C71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086AA3" w:rsidRDefault="002F43D5" w:rsidP="004C71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2F43D5" w:rsidRPr="00086AA3" w:rsidRDefault="002F43D5" w:rsidP="004C71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4 497</w:t>
            </w:r>
          </w:p>
        </w:tc>
      </w:tr>
      <w:tr w:rsidR="002F43D5" w:rsidRPr="00086AA3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F43D5" w:rsidRPr="00086AA3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086AA3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086AA3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086AA3">
              <w:rPr>
                <w:rFonts w:ascii="Times New Roman" w:hAnsi="Times New Roman" w:cs="Times New Roman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2F43D5" w:rsidRPr="00086AA3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6 747</w:t>
            </w:r>
          </w:p>
        </w:tc>
      </w:tr>
    </w:tbl>
    <w:p w:rsidR="005A4D1A" w:rsidRPr="00086AA3" w:rsidRDefault="005A4D1A" w:rsidP="005A4D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27A" w:rsidRPr="00086AA3" w:rsidRDefault="00450A5A" w:rsidP="007364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A3">
        <w:rPr>
          <w:rFonts w:ascii="Times New Roman" w:hAnsi="Times New Roman" w:cs="Times New Roman"/>
          <w:sz w:val="24"/>
          <w:szCs w:val="24"/>
        </w:rPr>
        <w:t xml:space="preserve">* </w:t>
      </w:r>
      <w:r w:rsidR="00BE7228" w:rsidRPr="00086AA3">
        <w:rPr>
          <w:rFonts w:ascii="Times New Roman" w:hAnsi="Times New Roman" w:cs="Times New Roman"/>
          <w:sz w:val="24"/>
          <w:szCs w:val="24"/>
        </w:rPr>
        <w:t>с учетом присоединения к реф.колонке</w:t>
      </w:r>
    </w:p>
    <w:p w:rsidR="00450A5A" w:rsidRPr="00086AA3" w:rsidRDefault="00450A5A" w:rsidP="00450A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DA5" w:rsidRPr="00086AA3" w:rsidRDefault="002B5DA5" w:rsidP="008B1F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E63E58" w:rsidRPr="00086AA3" w:rsidRDefault="002B5DA5" w:rsidP="008B1F8D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плата за хранение грузов на складе временного хранения</w:t>
      </w:r>
      <w:r w:rsidR="003A0C1B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взимается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первого дня</w:t>
      </w:r>
      <w:r w:rsidR="004633E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помещения грузов на склад СВХ;</w:t>
      </w:r>
    </w:p>
    <w:p w:rsidR="003A0C1B" w:rsidRPr="00086AA3" w:rsidRDefault="003A0C1B" w:rsidP="008B1F8D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плата за хранение порожних контейнеров, прибывших (экспорт/импорт) в порт Актау в рамках регулярной контейнерной линии не взимается</w:t>
      </w:r>
      <w:r w:rsidR="004633EF"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0F1315" w:rsidRPr="00086AA3" w:rsidRDefault="000F1315" w:rsidP="008B1F8D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hAnsi="Times New Roman" w:cs="Times New Roman"/>
          <w:i/>
          <w:sz w:val="24"/>
          <w:szCs w:val="24"/>
        </w:rPr>
        <w:t>плата за хранение</w:t>
      </w:r>
      <w:r w:rsidRPr="00086AA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опасных грузов </w:t>
      </w:r>
      <w:r w:rsidRPr="00086AA3">
        <w:rPr>
          <w:rFonts w:ascii="Times New Roman" w:hAnsi="Times New Roman" w:cs="Times New Roman"/>
          <w:i/>
          <w:sz w:val="24"/>
          <w:szCs w:val="24"/>
        </w:rPr>
        <w:t>взимается с момента помеще</w:t>
      </w:r>
      <w:r w:rsidR="004633EF" w:rsidRPr="00086AA3">
        <w:rPr>
          <w:rFonts w:ascii="Times New Roman" w:hAnsi="Times New Roman" w:cs="Times New Roman"/>
          <w:i/>
          <w:sz w:val="24"/>
          <w:szCs w:val="24"/>
        </w:rPr>
        <w:t>ния груза на складскую площадку;</w:t>
      </w:r>
    </w:p>
    <w:p w:rsidR="000F1315" w:rsidRPr="00086AA3" w:rsidRDefault="000F1315" w:rsidP="008B1F8D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</w:rPr>
        <w:t>при расчете платы за хранение грузов неполные сутки считаются за полные.</w:t>
      </w:r>
    </w:p>
    <w:p w:rsidR="003E28C6" w:rsidRPr="00086AA3" w:rsidRDefault="003E28C6" w:rsidP="00AC3E9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3E28C6" w:rsidRPr="00086AA3" w:rsidRDefault="003E28C6" w:rsidP="00AC3E9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C3E99" w:rsidRPr="00086AA3" w:rsidRDefault="00547E23" w:rsidP="0048607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6AA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A4D1A" w:rsidRPr="00086A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86079" w:rsidRPr="00086A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385F" w:rsidRPr="00086AA3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AC3E99" w:rsidRPr="00086AA3">
        <w:rPr>
          <w:rFonts w:ascii="Times New Roman" w:hAnsi="Times New Roman" w:cs="Times New Roman"/>
          <w:b/>
          <w:bCs/>
          <w:sz w:val="24"/>
          <w:szCs w:val="24"/>
        </w:rPr>
        <w:t>слуги за заход судна в морской порт для производства грузовых операций и/или иных целей с последующим выходом из порта (судозаход)</w:t>
      </w:r>
    </w:p>
    <w:p w:rsidR="00AC3E99" w:rsidRPr="00086AA3" w:rsidRDefault="00AC3E99" w:rsidP="00AC3E99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0"/>
        <w:gridCol w:w="4700"/>
        <w:gridCol w:w="2835"/>
        <w:gridCol w:w="2552"/>
      </w:tblGrid>
      <w:tr w:rsidR="003E1F6E" w:rsidRPr="00086AA3" w:rsidTr="00502E97">
        <w:trPr>
          <w:trHeight w:val="712"/>
        </w:trPr>
        <w:tc>
          <w:tcPr>
            <w:tcW w:w="560" w:type="dxa"/>
            <w:shd w:val="clear" w:color="auto" w:fill="auto"/>
            <w:vAlign w:val="center"/>
            <w:hideMark/>
          </w:tcPr>
          <w:p w:rsidR="003E1F6E" w:rsidRPr="00086AA3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3E1F6E" w:rsidRPr="00086AA3" w:rsidRDefault="003E1F6E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1F6E" w:rsidRPr="00086AA3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3E1F6E" w:rsidRPr="00086AA3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3E1F6E" w:rsidRPr="00086AA3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Корабельные</w:t>
            </w:r>
          </w:p>
        </w:tc>
        <w:tc>
          <w:tcPr>
            <w:tcW w:w="2552" w:type="dxa"/>
          </w:tcPr>
          <w:p w:rsidR="003E1F6E" w:rsidRPr="00086AA3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086AA3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75FA"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="00DA3F25"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отдельно за вход и отдельно за выход</w:t>
            </w:r>
            <w:r w:rsidR="00450A5A"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17F3" w:rsidRPr="00086AA3" w:rsidRDefault="00450A5A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 отдельно за вход и отдельно за выход</w:t>
            </w:r>
          </w:p>
        </w:tc>
        <w:tc>
          <w:tcPr>
            <w:tcW w:w="2552" w:type="dxa"/>
            <w:vAlign w:val="center"/>
          </w:tcPr>
          <w:p w:rsidR="009917F3" w:rsidRPr="00086AA3" w:rsidRDefault="0001120D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165,19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6,01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2A15CF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28,61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6,51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9,06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086AA3" w:rsidRDefault="00F643D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Навигационные </w:t>
            </w:r>
          </w:p>
        </w:tc>
        <w:tc>
          <w:tcPr>
            <w:tcW w:w="2552" w:type="dxa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9917F3" w:rsidRPr="00086AA3" w:rsidRDefault="009917F3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75FA"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отдельно за вход и отдельно за выход</w:t>
            </w:r>
          </w:p>
        </w:tc>
        <w:tc>
          <w:tcPr>
            <w:tcW w:w="2552" w:type="dxa"/>
            <w:vAlign w:val="center"/>
          </w:tcPr>
          <w:p w:rsidR="009917F3" w:rsidRPr="00086AA3" w:rsidRDefault="009917F3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2E39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6,21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4,56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10,02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9917F3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проход каналом</w:t>
            </w:r>
          </w:p>
        </w:tc>
        <w:tc>
          <w:tcPr>
            <w:tcW w:w="2552" w:type="dxa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9917F3" w:rsidRPr="00086AA3" w:rsidRDefault="009917F3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75FA"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каждом прохождении канала в один конец</w:t>
            </w: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9917F3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9917F3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</w:tr>
      <w:tr w:rsidR="009917F3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9917F3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</w:tr>
      <w:tr w:rsidR="009917F3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9917F3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Причальные: под грузовыми операциями</w:t>
            </w:r>
          </w:p>
        </w:tc>
        <w:tc>
          <w:tcPr>
            <w:tcW w:w="2552" w:type="dxa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</w:t>
            </w: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144,38</w:t>
            </w: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49,80</w:t>
            </w: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42,37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Причальные: вне грузовых операций</w:t>
            </w:r>
          </w:p>
        </w:tc>
        <w:tc>
          <w:tcPr>
            <w:tcW w:w="2552" w:type="dxa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 в сутки</w:t>
            </w: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131,19</w:t>
            </w: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16,81</w:t>
            </w: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19,70</w:t>
            </w: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53,86</w:t>
            </w: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14,01</w:t>
            </w: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16,42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Якорные</w:t>
            </w:r>
          </w:p>
        </w:tc>
        <w:tc>
          <w:tcPr>
            <w:tcW w:w="2552" w:type="dxa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</w:t>
            </w:r>
          </w:p>
        </w:tc>
        <w:tc>
          <w:tcPr>
            <w:tcW w:w="2552" w:type="dxa"/>
            <w:vAlign w:val="center"/>
          </w:tcPr>
          <w:p w:rsidR="00450A5A" w:rsidRPr="00086AA3" w:rsidRDefault="00450A5A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125,20</w:t>
            </w: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</w:t>
            </w: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086AA3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37,14</w:t>
            </w: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8,70</w:t>
            </w:r>
          </w:p>
        </w:tc>
      </w:tr>
      <w:tr w:rsidR="00450A5A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85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12,11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Швартовые</w:t>
            </w:r>
          </w:p>
        </w:tc>
        <w:tc>
          <w:tcPr>
            <w:tcW w:w="2552" w:type="dxa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3F25" w:rsidRPr="00086AA3" w:rsidRDefault="00DA3F2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0A5A" w:rsidRPr="00086AA3" w:rsidRDefault="009917F3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операцию</w:t>
            </w:r>
          </w:p>
          <w:p w:rsidR="00450A5A" w:rsidRPr="00086AA3" w:rsidRDefault="00450A5A" w:rsidP="004E19F0">
            <w:pPr>
              <w:spacing w:after="0" w:line="240" w:lineRule="auto"/>
              <w:jc w:val="center"/>
            </w:pPr>
          </w:p>
          <w:p w:rsidR="00450A5A" w:rsidRPr="00086AA3" w:rsidRDefault="00450A5A" w:rsidP="004E19F0">
            <w:pPr>
              <w:spacing w:after="0" w:line="240" w:lineRule="auto"/>
              <w:jc w:val="center"/>
            </w:pPr>
          </w:p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27 095,60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26 312,57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24 124,99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15 233,60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28 505,28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20 526,35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сфере природоохранных мероприятий</w:t>
            </w:r>
          </w:p>
        </w:tc>
        <w:tc>
          <w:tcPr>
            <w:tcW w:w="2552" w:type="dxa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сутки при стоянке в порту</w:t>
            </w:r>
          </w:p>
        </w:tc>
        <w:tc>
          <w:tcPr>
            <w:tcW w:w="2552" w:type="dxa"/>
            <w:vAlign w:val="center"/>
          </w:tcPr>
          <w:p w:rsidR="009917F3" w:rsidRPr="00086AA3" w:rsidRDefault="009917F3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92E39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6 608,30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254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2A1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A15CF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668,77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15 744,99</w:t>
            </w:r>
          </w:p>
        </w:tc>
      </w:tr>
      <w:tr w:rsidR="009917F3" w:rsidRPr="00086AA3" w:rsidTr="00502E97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086AA3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12 365,87</w:t>
            </w:r>
          </w:p>
        </w:tc>
      </w:tr>
      <w:tr w:rsidR="009917F3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Карантинные</w:t>
            </w:r>
          </w:p>
        </w:tc>
        <w:tc>
          <w:tcPr>
            <w:tcW w:w="2552" w:type="dxa"/>
          </w:tcPr>
          <w:p w:rsidR="009917F3" w:rsidRPr="00086AA3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086AA3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vAlign w:val="center"/>
          </w:tcPr>
          <w:p w:rsidR="00450A5A" w:rsidRPr="00086AA3" w:rsidRDefault="00450A5A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20 848,49</w:t>
            </w: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281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086AA3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699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2A1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8 344,53</w:t>
            </w: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4 637,89</w:t>
            </w:r>
          </w:p>
        </w:tc>
      </w:tr>
      <w:tr w:rsidR="00450A5A" w:rsidRPr="00086AA3" w:rsidTr="00502E97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086AA3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086AA3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4 849,65</w:t>
            </w:r>
          </w:p>
        </w:tc>
      </w:tr>
      <w:tr w:rsidR="009917F3" w:rsidRPr="00086AA3" w:rsidTr="00502E97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917F3" w:rsidRPr="00086AA3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00" w:type="dxa"/>
            <w:shd w:val="clear" w:color="auto" w:fill="auto"/>
            <w:noWrap/>
            <w:vAlign w:val="center"/>
            <w:hideMark/>
          </w:tcPr>
          <w:p w:rsidR="009917F3" w:rsidRPr="00086AA3" w:rsidRDefault="009917F3" w:rsidP="00B4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морского агентирования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917F3" w:rsidRPr="00086AA3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vAlign w:val="center"/>
          </w:tcPr>
          <w:p w:rsidR="009917F3" w:rsidRPr="00086AA3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6 619,64</w:t>
            </w:r>
          </w:p>
        </w:tc>
      </w:tr>
      <w:tr w:rsidR="009917F3" w:rsidRPr="00086AA3" w:rsidTr="00502E97">
        <w:trPr>
          <w:trHeight w:val="77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917F3" w:rsidRPr="00086AA3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086AA3" w:rsidRDefault="009917F3" w:rsidP="00B4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по организации вывоза нефтесодержащих вод для последующей утилизации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917F3" w:rsidRPr="00086AA3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куб. метр</w:t>
            </w:r>
          </w:p>
        </w:tc>
        <w:tc>
          <w:tcPr>
            <w:tcW w:w="2552" w:type="dxa"/>
            <w:vAlign w:val="center"/>
          </w:tcPr>
          <w:p w:rsidR="009917F3" w:rsidRPr="00086AA3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41 048</w:t>
            </w:r>
          </w:p>
        </w:tc>
      </w:tr>
    </w:tbl>
    <w:p w:rsidR="00892CFA" w:rsidRPr="00086AA3" w:rsidRDefault="00892CFA" w:rsidP="00AA3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475FA" w:rsidRPr="00086AA3" w:rsidRDefault="00B475FA" w:rsidP="00AA3AC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86AA3">
        <w:rPr>
          <w:rFonts w:ascii="Times New Roman" w:hAnsi="Times New Roman" w:cs="Times New Roman"/>
          <w:sz w:val="24"/>
          <w:szCs w:val="24"/>
        </w:rPr>
        <w:t>*</w:t>
      </w:r>
      <w:r w:rsidR="00DA3F25" w:rsidRPr="00086AA3">
        <w:rPr>
          <w:rFonts w:ascii="Times New Roman" w:hAnsi="Times New Roman" w:cs="Times New Roman"/>
          <w:sz w:val="24"/>
          <w:szCs w:val="24"/>
        </w:rPr>
        <w:t xml:space="preserve"> </w:t>
      </w:r>
      <w:r w:rsidRPr="00086AA3">
        <w:rPr>
          <w:rFonts w:ascii="Times New Roman" w:hAnsi="Times New Roman" w:cs="Times New Roman"/>
          <w:sz w:val="24"/>
          <w:szCs w:val="24"/>
        </w:rPr>
        <w:t>БРТ – брутто-регистровая тонна</w:t>
      </w:r>
    </w:p>
    <w:p w:rsidR="00B475FA" w:rsidRPr="00086AA3" w:rsidRDefault="00B475FA" w:rsidP="00AA3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C3E99" w:rsidRPr="00086AA3" w:rsidRDefault="0044010A" w:rsidP="00B475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AA3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44010A" w:rsidRPr="00086AA3" w:rsidRDefault="0044010A" w:rsidP="008B1F8D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6AA3">
        <w:rPr>
          <w:rFonts w:ascii="Times New Roman" w:hAnsi="Times New Roman" w:cs="Times New Roman"/>
          <w:i/>
          <w:sz w:val="24"/>
          <w:szCs w:val="24"/>
        </w:rPr>
        <w:t>При расчете ставок и сборов, начисляемых посуточно, время</w:t>
      </w:r>
      <w:r w:rsidR="000A4E2F" w:rsidRPr="00086AA3">
        <w:rPr>
          <w:rFonts w:ascii="Times New Roman" w:hAnsi="Times New Roman" w:cs="Times New Roman"/>
          <w:i/>
          <w:sz w:val="24"/>
          <w:szCs w:val="24"/>
        </w:rPr>
        <w:t xml:space="preserve"> округляется до 0,5 суток, причем время до 0,5 суток принимается как 0,5 суток, а время более 0,5 суток</w:t>
      </w:r>
      <w:r w:rsidR="00BB5949" w:rsidRPr="00086A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4E2F" w:rsidRPr="00086AA3">
        <w:rPr>
          <w:rFonts w:ascii="Times New Roman" w:hAnsi="Times New Roman" w:cs="Times New Roman"/>
          <w:i/>
          <w:sz w:val="24"/>
          <w:szCs w:val="24"/>
        </w:rPr>
        <w:t>- за 1 сутки.</w:t>
      </w:r>
    </w:p>
    <w:p w:rsidR="005626F1" w:rsidRPr="00086AA3" w:rsidRDefault="0082482E" w:rsidP="008B1F8D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6AA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Транскаспийский международный транспортный маршрут (ТМТМ) – услуги судозахода для паромов и накатных судов, выполняющих перевозку транзитного груза в железнодорожных вагонах (контейнерах</w:t>
      </w:r>
      <w:r w:rsidR="00B475FA" w:rsidRPr="00086AA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на железнодорожных платформах)</w:t>
      </w:r>
      <w:r w:rsidRPr="00086AA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в рамках Соглашения по ТМТМ</w:t>
      </w:r>
      <w:r w:rsidR="005626F1" w:rsidRPr="00086AA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</w:t>
      </w:r>
    </w:p>
    <w:p w:rsidR="003112A0" w:rsidRPr="00086AA3" w:rsidRDefault="003112A0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5FA" w:rsidRPr="00086AA3" w:rsidRDefault="00B475FA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C2D" w:rsidRPr="00086AA3" w:rsidRDefault="00547E23" w:rsidP="00547E23">
      <w:pPr>
        <w:pStyle w:val="a4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A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0385F" w:rsidRPr="00086AA3">
        <w:rPr>
          <w:rFonts w:ascii="Times New Roman" w:hAnsi="Times New Roman" w:cs="Times New Roman"/>
          <w:b/>
          <w:sz w:val="24"/>
          <w:szCs w:val="24"/>
        </w:rPr>
        <w:t>У</w:t>
      </w:r>
      <w:r w:rsidR="00A74E4A" w:rsidRPr="00086AA3">
        <w:rPr>
          <w:rFonts w:ascii="Times New Roman" w:hAnsi="Times New Roman" w:cs="Times New Roman"/>
          <w:b/>
          <w:sz w:val="24"/>
          <w:szCs w:val="24"/>
        </w:rPr>
        <w:t>слуги за пользование буксиром и други</w:t>
      </w:r>
      <w:r w:rsidR="00D0385F" w:rsidRPr="00086AA3">
        <w:rPr>
          <w:rFonts w:ascii="Times New Roman" w:hAnsi="Times New Roman" w:cs="Times New Roman"/>
          <w:b/>
          <w:sz w:val="24"/>
          <w:szCs w:val="24"/>
        </w:rPr>
        <w:t>ми</w:t>
      </w:r>
      <w:r w:rsidR="00A74E4A" w:rsidRPr="00086AA3">
        <w:rPr>
          <w:rFonts w:ascii="Times New Roman" w:hAnsi="Times New Roman" w:cs="Times New Roman"/>
          <w:b/>
          <w:sz w:val="24"/>
          <w:szCs w:val="24"/>
        </w:rPr>
        <w:t xml:space="preserve"> плавсредств</w:t>
      </w:r>
      <w:r w:rsidR="00D0385F" w:rsidRPr="00086AA3">
        <w:rPr>
          <w:rFonts w:ascii="Times New Roman" w:hAnsi="Times New Roman" w:cs="Times New Roman"/>
          <w:b/>
          <w:sz w:val="24"/>
          <w:szCs w:val="24"/>
        </w:rPr>
        <w:t>ами</w:t>
      </w:r>
    </w:p>
    <w:p w:rsidR="00A74E4A" w:rsidRPr="00086AA3" w:rsidRDefault="00A74E4A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866"/>
        <w:gridCol w:w="4394"/>
        <w:gridCol w:w="2835"/>
        <w:gridCol w:w="2552"/>
      </w:tblGrid>
      <w:tr w:rsidR="003E1F6E" w:rsidRPr="00086AA3" w:rsidTr="0011113F">
        <w:trPr>
          <w:trHeight w:val="643"/>
        </w:trPr>
        <w:tc>
          <w:tcPr>
            <w:tcW w:w="866" w:type="dxa"/>
            <w:vAlign w:val="center"/>
          </w:tcPr>
          <w:p w:rsidR="003E1F6E" w:rsidRPr="00086AA3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6AA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№ п/п</w:t>
            </w:r>
          </w:p>
        </w:tc>
        <w:tc>
          <w:tcPr>
            <w:tcW w:w="4394" w:type="dxa"/>
            <w:vAlign w:val="center"/>
          </w:tcPr>
          <w:p w:rsidR="00B475FA" w:rsidRPr="00086AA3" w:rsidRDefault="00B475FA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1F6E" w:rsidRPr="00086AA3" w:rsidRDefault="003E1F6E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835" w:type="dxa"/>
            <w:vAlign w:val="center"/>
          </w:tcPr>
          <w:p w:rsidR="003E1F6E" w:rsidRPr="00086AA3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086AA3" w:rsidTr="0011113F">
        <w:trPr>
          <w:trHeight w:val="300"/>
        </w:trPr>
        <w:tc>
          <w:tcPr>
            <w:tcW w:w="866" w:type="dxa"/>
            <w:vAlign w:val="center"/>
          </w:tcPr>
          <w:p w:rsidR="003E1F6E" w:rsidRPr="00086AA3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394" w:type="dxa"/>
            <w:vAlign w:val="center"/>
          </w:tcPr>
          <w:p w:rsidR="003E1F6E" w:rsidRPr="00086AA3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портовой буксировки</w:t>
            </w:r>
          </w:p>
        </w:tc>
        <w:tc>
          <w:tcPr>
            <w:tcW w:w="2835" w:type="dxa"/>
            <w:vAlign w:val="center"/>
          </w:tcPr>
          <w:p w:rsidR="003E1F6E" w:rsidRPr="00086AA3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086AA3" w:rsidRDefault="003B3C9B" w:rsidP="003B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763 598</w:t>
            </w:r>
          </w:p>
        </w:tc>
      </w:tr>
      <w:tr w:rsidR="003E1F6E" w:rsidRPr="00086AA3" w:rsidTr="0011113F">
        <w:trPr>
          <w:trHeight w:val="189"/>
        </w:trPr>
        <w:tc>
          <w:tcPr>
            <w:tcW w:w="866" w:type="dxa"/>
            <w:vAlign w:val="center"/>
          </w:tcPr>
          <w:p w:rsidR="003E1F6E" w:rsidRPr="00086AA3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vAlign w:val="center"/>
          </w:tcPr>
          <w:p w:rsidR="003E1F6E" w:rsidRPr="00086AA3" w:rsidRDefault="003E1F6E" w:rsidP="00384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морского нефтемусоросборщика</w:t>
            </w:r>
          </w:p>
        </w:tc>
        <w:tc>
          <w:tcPr>
            <w:tcW w:w="2835" w:type="dxa"/>
            <w:vAlign w:val="center"/>
          </w:tcPr>
          <w:p w:rsidR="003E1F6E" w:rsidRPr="00086AA3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086AA3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78 671</w:t>
            </w:r>
          </w:p>
        </w:tc>
      </w:tr>
      <w:tr w:rsidR="003E1F6E" w:rsidRPr="00086AA3" w:rsidTr="0011113F">
        <w:trPr>
          <w:trHeight w:val="300"/>
        </w:trPr>
        <w:tc>
          <w:tcPr>
            <w:tcW w:w="866" w:type="dxa"/>
            <w:vAlign w:val="center"/>
          </w:tcPr>
          <w:p w:rsidR="003E1F6E" w:rsidRPr="00086AA3" w:rsidRDefault="00DD5BF2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vAlign w:val="center"/>
          </w:tcPr>
          <w:p w:rsidR="003E1F6E" w:rsidRPr="00086AA3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сборщика льяльных вод</w:t>
            </w:r>
          </w:p>
        </w:tc>
        <w:tc>
          <w:tcPr>
            <w:tcW w:w="2835" w:type="dxa"/>
            <w:vAlign w:val="center"/>
          </w:tcPr>
          <w:p w:rsidR="003E1F6E" w:rsidRPr="00086AA3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086AA3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78 671</w:t>
            </w:r>
          </w:p>
        </w:tc>
      </w:tr>
    </w:tbl>
    <w:p w:rsidR="003E1F6E" w:rsidRPr="00086AA3" w:rsidRDefault="003E1F6E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E99" w:rsidRPr="00086AA3" w:rsidRDefault="006C7D7F" w:rsidP="008B1F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AA3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6C7D7F" w:rsidRPr="00086AA3" w:rsidRDefault="008B1F8D" w:rsidP="008B1F8D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1)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ab/>
      </w:r>
      <w:r w:rsidR="009275EB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соответствии с пунктом 44 Свода обычаев порта при швартовке, перешвартовке к другому причалу и отходу судов от причалов расположенных в акватории порта (причалы АО «НК «АМТП» и ТОО «АМСТ») использование буксиров</w:t>
      </w:r>
      <w:r w:rsidR="00750EAC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обязательно</w:t>
      </w:r>
      <w:r w:rsidR="006C7D7F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</w:p>
    <w:p w:rsidR="00AC3E99" w:rsidRPr="00086AA3" w:rsidRDefault="00B475FA" w:rsidP="008B1F8D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2) </w:t>
      </w:r>
      <w:r w:rsidR="00AC3E99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При выставлении счетов за услуги портовой буксировки и пользование другими плавсредствами (НМС-205А и СЛВ Булак) 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платы за пользование буксирами </w:t>
      </w:r>
      <w:r w:rsidR="00AC3E99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и другими плавсредствами повышаются в праздничные дни (</w:t>
      </w:r>
      <w:r w:rsidR="00733EDF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национальные и государственные </w:t>
      </w:r>
      <w:r w:rsidR="00AC3E99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праздники) на 25%. </w:t>
      </w:r>
    </w:p>
    <w:p w:rsidR="00143A61" w:rsidRPr="00086AA3" w:rsidRDefault="00B475FA" w:rsidP="008B1F8D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3) </w:t>
      </w:r>
      <w:r w:rsidR="00AC3E99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выставлении счетов за услуги портовой буксировки и пол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ьзование другими плавсредствами</w:t>
      </w:r>
      <w:r w:rsidR="00AC3E99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(НМС-205А и СЛВ Булак), время округляется:</w:t>
      </w:r>
    </w:p>
    <w:p w:rsidR="00143A61" w:rsidRPr="00086AA3" w:rsidRDefault="00AC3E99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менее 30 минут принимается за 0,5 часа;</w:t>
      </w:r>
    </w:p>
    <w:p w:rsidR="00143A61" w:rsidRPr="00086AA3" w:rsidRDefault="00AC3E99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от 30 минут до 45 минут принимается за 0,75 часа;</w:t>
      </w:r>
    </w:p>
    <w:p w:rsidR="00AC3E99" w:rsidRPr="00086AA3" w:rsidRDefault="007B6093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от 45 минут до 60 минут</w:t>
      </w:r>
      <w:r w:rsidR="00AC3E99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принимается за 1 час.</w:t>
      </w:r>
    </w:p>
    <w:p w:rsidR="0060009B" w:rsidRPr="00086AA3" w:rsidRDefault="00B475FA" w:rsidP="008B1F8D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4) </w:t>
      </w:r>
      <w:r w:rsidR="0060009B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Коэффициент 0,5 к установленной плате на услуги портовой буксировки применяется в следующих случаях:</w:t>
      </w:r>
    </w:p>
    <w:p w:rsidR="0060009B" w:rsidRPr="00086AA3" w:rsidRDefault="00800C59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при обслуживании судов менее 2000 БРТ (за исключением случаев, когда по заявке капитана судна </w:t>
      </w:r>
      <w:r w:rsidR="00DA1816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буксировка судов осуществляется 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двумя буксирами);</w:t>
      </w:r>
    </w:p>
    <w:p w:rsidR="0060009B" w:rsidRPr="00086AA3" w:rsidRDefault="0060009B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оказании услуг портовой буксировки, не связанных со швартовыми операциями;</w:t>
      </w:r>
    </w:p>
    <w:p w:rsidR="0060009B" w:rsidRPr="00086AA3" w:rsidRDefault="0060009B" w:rsidP="008B1F8D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случае отсутствия второго буксира по техническим причинам.</w:t>
      </w:r>
    </w:p>
    <w:p w:rsidR="0060009B" w:rsidRPr="00086AA3" w:rsidRDefault="008B1F8D" w:rsidP="008B1F8D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5)</w:t>
      </w:r>
      <w:r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ab/>
      </w:r>
      <w:r w:rsidR="005B50E5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расчете стоимости услуги портовой буксировки при швартовых операциях судов за время выполнения операции принимается наибольшее время работы одного из буксиров</w:t>
      </w:r>
      <w:r w:rsidR="0060009B" w:rsidRPr="00086AA3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</w:p>
    <w:p w:rsidR="00855BEB" w:rsidRPr="00086AA3" w:rsidRDefault="00855BEB" w:rsidP="008B1F8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  <w:lang w:val="kk-KZ"/>
        </w:rPr>
      </w:pPr>
    </w:p>
    <w:p w:rsidR="00B475FA" w:rsidRPr="00086AA3" w:rsidRDefault="00B475FA" w:rsidP="00AC3E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  <w:lang w:val="kk-KZ"/>
        </w:rPr>
      </w:pPr>
    </w:p>
    <w:p w:rsidR="00A74E4A" w:rsidRPr="00086AA3" w:rsidRDefault="006E11F9" w:rsidP="00DA3F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 w:rsidRPr="00086AA3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lastRenderedPageBreak/>
        <w:t>7</w:t>
      </w:r>
      <w:r w:rsidR="00A74E4A" w:rsidRPr="00086AA3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 xml:space="preserve">. </w:t>
      </w:r>
      <w:r w:rsidR="00D0385F" w:rsidRPr="00086AA3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У</w:t>
      </w:r>
      <w:r w:rsidR="00A74E4A" w:rsidRPr="00086AA3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слуги по оформлению документов</w:t>
      </w:r>
    </w:p>
    <w:p w:rsidR="00AC3E99" w:rsidRPr="00086AA3" w:rsidRDefault="00AC3E99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3119"/>
        <w:gridCol w:w="1843"/>
      </w:tblGrid>
      <w:tr w:rsidR="003E1F6E" w:rsidRPr="00086AA3" w:rsidTr="0011113F">
        <w:trPr>
          <w:trHeight w:val="825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086AA3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086AA3" w:rsidRDefault="003E1F6E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086AA3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086AA3" w:rsidTr="0011113F">
        <w:trPr>
          <w:trHeight w:val="529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коносаментов и погрузочных документов, </w:t>
            </w:r>
            <w:r w:rsidR="00D0385F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B475FA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</w:t>
            </w:r>
          </w:p>
        </w:tc>
        <w:tc>
          <w:tcPr>
            <w:tcW w:w="1843" w:type="dxa"/>
            <w:vAlign w:val="center"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086AA3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поручений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поручений в один адрес</w:t>
            </w:r>
          </w:p>
        </w:tc>
        <w:tc>
          <w:tcPr>
            <w:tcW w:w="1843" w:type="dxa"/>
            <w:vAlign w:val="center"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5 627,68</w:t>
            </w:r>
          </w:p>
        </w:tc>
      </w:tr>
      <w:tr w:rsidR="003E1F6E" w:rsidRPr="00086AA3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коносаментов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коносаментов в один адрес</w:t>
            </w:r>
          </w:p>
        </w:tc>
        <w:tc>
          <w:tcPr>
            <w:tcW w:w="1843" w:type="dxa"/>
            <w:vAlign w:val="center"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3 750</w:t>
            </w:r>
          </w:p>
        </w:tc>
      </w:tr>
      <w:tr w:rsidR="003E1F6E" w:rsidRPr="00086AA3" w:rsidTr="0011113F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86A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086AA3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Документальное оформление груза на складе временного хранения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086AA3" w:rsidRDefault="003E1F6E" w:rsidP="00455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тенге/единица услуги</w:t>
            </w:r>
          </w:p>
        </w:tc>
        <w:tc>
          <w:tcPr>
            <w:tcW w:w="1843" w:type="dxa"/>
            <w:vAlign w:val="center"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8 450</w:t>
            </w:r>
          </w:p>
        </w:tc>
      </w:tr>
      <w:tr w:rsidR="003E1F6E" w:rsidRPr="00086AA3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086AA3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экспедиторской деятельности на морском транспорте</w:t>
            </w:r>
            <w:r w:rsidR="00D0385F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3C1AC3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086AA3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086AA3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сопровождению  и оформлению документов на импортные грузы, прибывшие паромным сообщением и следующие транзитом через порт Актау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086AA3" w:rsidRDefault="0025427A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автотранспортное средство</w:t>
            </w:r>
          </w:p>
        </w:tc>
        <w:tc>
          <w:tcPr>
            <w:tcW w:w="1843" w:type="dxa"/>
            <w:vAlign w:val="center"/>
          </w:tcPr>
          <w:p w:rsidR="003E1F6E" w:rsidRPr="00086AA3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35 000</w:t>
            </w:r>
          </w:p>
        </w:tc>
      </w:tr>
      <w:tr w:rsidR="003E1F6E" w:rsidRPr="00086AA3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086AA3" w:rsidRDefault="00DD5BF2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086AA3" w:rsidRDefault="003E1F6E" w:rsidP="006F0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сопровождению документов на грузы, прибывши</w:t>
            </w:r>
            <w:r w:rsidR="006F0ED1"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автотранспорте паромным сообщением, по принципу «Одного окна» на территории Актауского морского торгового порта для дальнейшего таможенного оформления клиентом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086AA3" w:rsidRDefault="0025427A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автотранспортное средство</w:t>
            </w:r>
          </w:p>
        </w:tc>
        <w:tc>
          <w:tcPr>
            <w:tcW w:w="1843" w:type="dxa"/>
            <w:vAlign w:val="center"/>
          </w:tcPr>
          <w:p w:rsidR="003E1F6E" w:rsidRPr="00086AA3" w:rsidRDefault="003E1F6E" w:rsidP="004C7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20 180</w:t>
            </w:r>
          </w:p>
        </w:tc>
      </w:tr>
    </w:tbl>
    <w:p w:rsidR="0038418F" w:rsidRPr="00086AA3" w:rsidRDefault="0038418F" w:rsidP="0038418F">
      <w:pPr>
        <w:pStyle w:val="a4"/>
        <w:spacing w:after="0" w:line="240" w:lineRule="auto"/>
        <w:ind w:left="1440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1279F2" w:rsidRPr="00086AA3" w:rsidRDefault="001279F2" w:rsidP="00DA3F2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AC3E99" w:rsidRPr="00086AA3" w:rsidRDefault="006E11F9" w:rsidP="0019784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 w:rsidRPr="00086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="00D0385F" w:rsidRPr="00086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57778C" w:rsidRPr="00086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рочие</w:t>
      </w:r>
      <w:r w:rsidR="006C7D7F" w:rsidRPr="00086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и</w:t>
      </w:r>
      <w:r w:rsidR="0057778C" w:rsidRPr="00086A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услуги</w:t>
      </w:r>
    </w:p>
    <w:p w:rsidR="00AC3E99" w:rsidRPr="00086AA3" w:rsidRDefault="00AC3E99" w:rsidP="0057778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24"/>
        <w:gridCol w:w="5387"/>
        <w:gridCol w:w="2409"/>
        <w:gridCol w:w="2127"/>
      </w:tblGrid>
      <w:tr w:rsidR="003E1F6E" w:rsidRPr="00086AA3" w:rsidTr="001A097A">
        <w:trPr>
          <w:trHeight w:val="678"/>
        </w:trPr>
        <w:tc>
          <w:tcPr>
            <w:tcW w:w="724" w:type="dxa"/>
            <w:vAlign w:val="center"/>
          </w:tcPr>
          <w:p w:rsidR="003E1F6E" w:rsidRPr="00086AA3" w:rsidRDefault="003E1F6E" w:rsidP="002C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3E1F6E" w:rsidRPr="00086AA3" w:rsidRDefault="003E1F6E" w:rsidP="006F0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E1F6E" w:rsidRPr="00086AA3" w:rsidRDefault="003E1F6E" w:rsidP="00577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7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086AA3" w:rsidTr="001A097A">
        <w:trPr>
          <w:trHeight w:val="590"/>
        </w:trPr>
        <w:tc>
          <w:tcPr>
            <w:tcW w:w="724" w:type="dxa"/>
            <w:vAlign w:val="center"/>
          </w:tcPr>
          <w:p w:rsidR="003E1F6E" w:rsidRPr="00086AA3" w:rsidRDefault="00DD5BF2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086AA3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Зачистка вагонов, трю</w:t>
            </w:r>
            <w:r w:rsidR="00D0385F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мов судов и складских помещений, в том числе</w:t>
            </w:r>
            <w:r w:rsidR="006D3BE7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086AA3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E1F6E" w:rsidRPr="00086AA3" w:rsidRDefault="003E1F6E" w:rsidP="000539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1F6E" w:rsidRPr="00086AA3" w:rsidTr="001A097A">
        <w:trPr>
          <w:trHeight w:val="458"/>
        </w:trPr>
        <w:tc>
          <w:tcPr>
            <w:tcW w:w="724" w:type="dxa"/>
            <w:vAlign w:val="center"/>
          </w:tcPr>
          <w:p w:rsidR="003E1F6E" w:rsidRPr="00086AA3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086AA3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остатков обычного груза (навал.)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086AA3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кв. метр</w:t>
            </w:r>
          </w:p>
        </w:tc>
        <w:tc>
          <w:tcPr>
            <w:tcW w:w="2127" w:type="dxa"/>
            <w:vAlign w:val="center"/>
          </w:tcPr>
          <w:p w:rsidR="003E1F6E" w:rsidRPr="00086AA3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3E1F6E" w:rsidRPr="00086AA3" w:rsidTr="001A097A">
        <w:trPr>
          <w:trHeight w:val="304"/>
        </w:trPr>
        <w:tc>
          <w:tcPr>
            <w:tcW w:w="724" w:type="dxa"/>
            <w:vAlign w:val="center"/>
          </w:tcPr>
          <w:p w:rsidR="003E1F6E" w:rsidRPr="00086AA3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086AA3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зерна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086AA3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кв. метр</w:t>
            </w:r>
          </w:p>
        </w:tc>
        <w:tc>
          <w:tcPr>
            <w:tcW w:w="2127" w:type="dxa"/>
            <w:vAlign w:val="center"/>
          </w:tcPr>
          <w:p w:rsidR="003E1F6E" w:rsidRPr="00086AA3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3E1F6E" w:rsidRPr="00086AA3" w:rsidTr="001A097A">
        <w:trPr>
          <w:trHeight w:val="600"/>
        </w:trPr>
        <w:tc>
          <w:tcPr>
            <w:tcW w:w="724" w:type="dxa"/>
            <w:vAlign w:val="center"/>
          </w:tcPr>
          <w:p w:rsidR="003E1F6E" w:rsidRPr="00086AA3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086AA3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по подноске и уборке грузов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086AA3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 работы каждого привлеченного работника</w:t>
            </w:r>
          </w:p>
        </w:tc>
        <w:tc>
          <w:tcPr>
            <w:tcW w:w="2127" w:type="dxa"/>
            <w:vAlign w:val="center"/>
          </w:tcPr>
          <w:p w:rsidR="003E1F6E" w:rsidRPr="00086AA3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428,57</w:t>
            </w:r>
          </w:p>
        </w:tc>
      </w:tr>
      <w:tr w:rsidR="003E1F6E" w:rsidRPr="00086AA3" w:rsidTr="001A097A">
        <w:trPr>
          <w:trHeight w:val="297"/>
        </w:trPr>
        <w:tc>
          <w:tcPr>
            <w:tcW w:w="724" w:type="dxa"/>
            <w:vAlign w:val="center"/>
          </w:tcPr>
          <w:p w:rsidR="003E1F6E" w:rsidRPr="00086AA3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086AA3" w:rsidRDefault="003E1F6E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Зачистка полувагонов от инородного груза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086AA3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полувагон</w:t>
            </w:r>
          </w:p>
        </w:tc>
        <w:tc>
          <w:tcPr>
            <w:tcW w:w="2127" w:type="dxa"/>
            <w:vAlign w:val="center"/>
          </w:tcPr>
          <w:p w:rsidR="003E1F6E" w:rsidRPr="00086AA3" w:rsidRDefault="008D6337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7 420</w:t>
            </w:r>
          </w:p>
        </w:tc>
      </w:tr>
      <w:tr w:rsidR="003E1F6E" w:rsidRPr="00086AA3" w:rsidTr="001A097A">
        <w:trPr>
          <w:trHeight w:val="600"/>
        </w:trPr>
        <w:tc>
          <w:tcPr>
            <w:tcW w:w="724" w:type="dxa"/>
            <w:vAlign w:val="center"/>
          </w:tcPr>
          <w:p w:rsidR="003E1F6E" w:rsidRPr="00086AA3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086AA3" w:rsidRDefault="003E1F6E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состояния груза на складе временного хранения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086AA3" w:rsidRDefault="003112A0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енге/час</w:t>
            </w:r>
          </w:p>
        </w:tc>
        <w:tc>
          <w:tcPr>
            <w:tcW w:w="2127" w:type="dxa"/>
            <w:vAlign w:val="center"/>
          </w:tcPr>
          <w:p w:rsidR="003E1F6E" w:rsidRPr="00086AA3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2 973,22</w:t>
            </w:r>
          </w:p>
        </w:tc>
      </w:tr>
      <w:tr w:rsidR="001A097A" w:rsidRPr="00086AA3" w:rsidTr="001A097A">
        <w:trPr>
          <w:trHeight w:val="329"/>
        </w:trPr>
        <w:tc>
          <w:tcPr>
            <w:tcW w:w="724" w:type="dxa"/>
            <w:vAlign w:val="center"/>
          </w:tcPr>
          <w:p w:rsidR="001A097A" w:rsidRPr="00086AA3" w:rsidRDefault="001A097A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A097A" w:rsidRPr="00086AA3" w:rsidRDefault="00CB59CB" w:rsidP="00147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пользования перегрузочной техникой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A097A" w:rsidRPr="00086AA3" w:rsidRDefault="001A097A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1A097A" w:rsidRPr="00086AA3" w:rsidRDefault="001A097A" w:rsidP="00304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калькуляции</w:t>
            </w:r>
          </w:p>
        </w:tc>
      </w:tr>
      <w:tr w:rsidR="001A097A" w:rsidRPr="00086AA3" w:rsidTr="001A097A">
        <w:trPr>
          <w:trHeight w:val="329"/>
        </w:trPr>
        <w:tc>
          <w:tcPr>
            <w:tcW w:w="724" w:type="dxa"/>
            <w:vAlign w:val="center"/>
          </w:tcPr>
          <w:p w:rsidR="001A097A" w:rsidRPr="00086AA3" w:rsidRDefault="001A097A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A097A" w:rsidRPr="00086AA3" w:rsidRDefault="00CB59CB" w:rsidP="00147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персонала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A097A" w:rsidRPr="00086AA3" w:rsidRDefault="001A097A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1A097A" w:rsidRPr="00086AA3" w:rsidRDefault="001A097A" w:rsidP="00304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калькуляции</w:t>
            </w:r>
          </w:p>
        </w:tc>
      </w:tr>
      <w:tr w:rsidR="003E1F6E" w:rsidRPr="00086AA3" w:rsidTr="001A097A">
        <w:trPr>
          <w:trHeight w:val="600"/>
        </w:trPr>
        <w:tc>
          <w:tcPr>
            <w:tcW w:w="724" w:type="dxa"/>
            <w:vAlign w:val="center"/>
          </w:tcPr>
          <w:p w:rsidR="003E1F6E" w:rsidRPr="00086AA3" w:rsidRDefault="00DD5BF2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086AA3" w:rsidRDefault="006D3BE7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Перетарка грузов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весом не более 50 кг силами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086AA3" w:rsidRDefault="00980F92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тонну</w:t>
            </w:r>
          </w:p>
        </w:tc>
        <w:tc>
          <w:tcPr>
            <w:tcW w:w="2127" w:type="dxa"/>
            <w:vAlign w:val="center"/>
          </w:tcPr>
          <w:p w:rsidR="003E1F6E" w:rsidRPr="00086AA3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3 050</w:t>
            </w:r>
          </w:p>
        </w:tc>
      </w:tr>
      <w:tr w:rsidR="00FC7E74" w:rsidRPr="00086AA3" w:rsidTr="001A097A">
        <w:trPr>
          <w:trHeight w:val="600"/>
        </w:trPr>
        <w:tc>
          <w:tcPr>
            <w:tcW w:w="724" w:type="dxa"/>
            <w:vAlign w:val="center"/>
          </w:tcPr>
          <w:p w:rsidR="00FC7E74" w:rsidRPr="00086AA3" w:rsidRDefault="00DE669E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086AA3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Перетарка опасного груза из поврежде</w:t>
            </w:r>
            <w:r w:rsidR="00980F92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биг-бегов в целые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086AA3" w:rsidRDefault="00980F92" w:rsidP="00FC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C7E74"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тонну</w:t>
            </w:r>
          </w:p>
        </w:tc>
        <w:tc>
          <w:tcPr>
            <w:tcW w:w="2127" w:type="dxa"/>
            <w:vAlign w:val="center"/>
          </w:tcPr>
          <w:p w:rsidR="00FC7E74" w:rsidRPr="00086AA3" w:rsidRDefault="00FC7E74" w:rsidP="00FC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12 750</w:t>
            </w:r>
          </w:p>
        </w:tc>
      </w:tr>
      <w:tr w:rsidR="005632B3" w:rsidRPr="00086AA3" w:rsidTr="001A097A">
        <w:trPr>
          <w:trHeight w:val="383"/>
        </w:trPr>
        <w:tc>
          <w:tcPr>
            <w:tcW w:w="724" w:type="dxa"/>
            <w:vAlign w:val="center"/>
          </w:tcPr>
          <w:p w:rsidR="005632B3" w:rsidRPr="00086AA3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4C7121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Перетаривание грузов силами и средствами клиента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4C71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759</w:t>
            </w:r>
          </w:p>
        </w:tc>
      </w:tr>
      <w:tr w:rsidR="005632B3" w:rsidRPr="00086AA3" w:rsidTr="001A097A">
        <w:trPr>
          <w:trHeight w:val="383"/>
        </w:trPr>
        <w:tc>
          <w:tcPr>
            <w:tcW w:w="724" w:type="dxa"/>
            <w:vAlign w:val="center"/>
          </w:tcPr>
          <w:p w:rsidR="005632B3" w:rsidRPr="00086AA3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4C7121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Перетаривание зерновых культур в биг-бэги, силами и средствами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4C71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1 896</w:t>
            </w:r>
          </w:p>
        </w:tc>
      </w:tr>
      <w:tr w:rsidR="005632B3" w:rsidRPr="00086AA3" w:rsidTr="001A097A">
        <w:trPr>
          <w:trHeight w:val="383"/>
        </w:trPr>
        <w:tc>
          <w:tcPr>
            <w:tcW w:w="724" w:type="dxa"/>
            <w:vAlign w:val="center"/>
          </w:tcPr>
          <w:p w:rsidR="005632B3" w:rsidRPr="00086AA3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4C7121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 xml:space="preserve"> Перетаривание в контейнер опасных грузов в  биг-бэгах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4C71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4C71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2 136</w:t>
            </w:r>
          </w:p>
        </w:tc>
      </w:tr>
      <w:tr w:rsidR="005632B3" w:rsidRPr="00086AA3" w:rsidTr="001A097A">
        <w:trPr>
          <w:trHeight w:val="383"/>
        </w:trPr>
        <w:tc>
          <w:tcPr>
            <w:tcW w:w="724" w:type="dxa"/>
            <w:vAlign w:val="center"/>
          </w:tcPr>
          <w:p w:rsidR="005632B3" w:rsidRPr="00086AA3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Крепление груза – сталь в пачках (в полувагоны)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полувагон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22 975</w:t>
            </w:r>
          </w:p>
        </w:tc>
      </w:tr>
      <w:tr w:rsidR="005632B3" w:rsidRPr="00086AA3" w:rsidTr="001A097A">
        <w:trPr>
          <w:trHeight w:val="600"/>
        </w:trPr>
        <w:tc>
          <w:tcPr>
            <w:tcW w:w="724" w:type="dxa"/>
            <w:vAlign w:val="center"/>
          </w:tcPr>
          <w:p w:rsidR="005632B3" w:rsidRPr="00086AA3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Крепление груза – сталь в рулонах до 15 тн на платформу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платформу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1 582</w:t>
            </w:r>
          </w:p>
        </w:tc>
      </w:tr>
      <w:tr w:rsidR="005632B3" w:rsidRPr="00086AA3" w:rsidTr="001A097A">
        <w:trPr>
          <w:trHeight w:val="600"/>
        </w:trPr>
        <w:tc>
          <w:tcPr>
            <w:tcW w:w="724" w:type="dxa"/>
            <w:vAlign w:val="center"/>
          </w:tcPr>
          <w:p w:rsidR="005632B3" w:rsidRPr="00086AA3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Услуга по подключению/ отключению  контейнера к/ от рефрижераторной колонке/ки 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 на 1 контейнере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1 202</w:t>
            </w:r>
          </w:p>
        </w:tc>
      </w:tr>
      <w:tr w:rsidR="005632B3" w:rsidRPr="00086AA3" w:rsidTr="001A097A">
        <w:trPr>
          <w:trHeight w:val="610"/>
        </w:trPr>
        <w:tc>
          <w:tcPr>
            <w:tcW w:w="724" w:type="dxa"/>
            <w:vAlign w:val="center"/>
          </w:tcPr>
          <w:p w:rsidR="005632B3" w:rsidRPr="00086AA3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автотранспорта для комиссии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отдельно за заход/выход судна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7 500</w:t>
            </w:r>
          </w:p>
        </w:tc>
      </w:tr>
      <w:tr w:rsidR="005632B3" w:rsidRPr="00086AA3" w:rsidTr="001A097A">
        <w:trPr>
          <w:trHeight w:val="381"/>
        </w:trPr>
        <w:tc>
          <w:tcPr>
            <w:tcW w:w="724" w:type="dxa"/>
            <w:vAlign w:val="center"/>
          </w:tcPr>
          <w:p w:rsidR="005632B3" w:rsidRPr="00086AA3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крановыми весами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12 680</w:t>
            </w:r>
          </w:p>
        </w:tc>
      </w:tr>
      <w:tr w:rsidR="005632B3" w:rsidRPr="00086AA3" w:rsidTr="001A097A">
        <w:trPr>
          <w:trHeight w:val="381"/>
        </w:trPr>
        <w:tc>
          <w:tcPr>
            <w:tcW w:w="724" w:type="dxa"/>
            <w:vAlign w:val="center"/>
          </w:tcPr>
          <w:p w:rsidR="005632B3" w:rsidRPr="00086AA3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взвешивания подкладными (контейнерными) весами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5632B3" w:rsidRPr="00086AA3" w:rsidTr="001A097A">
        <w:trPr>
          <w:trHeight w:val="381"/>
        </w:trPr>
        <w:tc>
          <w:tcPr>
            <w:tcW w:w="724" w:type="dxa"/>
            <w:vAlign w:val="center"/>
          </w:tcPr>
          <w:p w:rsidR="005632B3" w:rsidRPr="00086AA3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автомобильными весами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5632B3" w:rsidRPr="00086AA3" w:rsidTr="001A097A">
        <w:trPr>
          <w:trHeight w:val="381"/>
        </w:trPr>
        <w:tc>
          <w:tcPr>
            <w:tcW w:w="724" w:type="dxa"/>
            <w:vAlign w:val="center"/>
          </w:tcPr>
          <w:p w:rsidR="005632B3" w:rsidRPr="00086AA3" w:rsidRDefault="005632B3" w:rsidP="0056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площадки на причале для накопления партии кокса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тонну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5632B3" w:rsidRPr="00086AA3" w:rsidTr="001A097A">
        <w:trPr>
          <w:trHeight w:val="381"/>
        </w:trPr>
        <w:tc>
          <w:tcPr>
            <w:tcW w:w="724" w:type="dxa"/>
            <w:vAlign w:val="center"/>
          </w:tcPr>
          <w:p w:rsidR="005632B3" w:rsidRPr="00086AA3" w:rsidRDefault="005632B3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4C7121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Перемещение контейнера, проводимое в рамках досмотровых операций с использованием МИДК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4C71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за перемещение 1 контейнера на площадку и обратно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4C71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26 250</w:t>
            </w:r>
          </w:p>
        </w:tc>
      </w:tr>
      <w:tr w:rsidR="005632B3" w:rsidRPr="00D4322B" w:rsidTr="001A097A">
        <w:trPr>
          <w:trHeight w:val="381"/>
        </w:trPr>
        <w:tc>
          <w:tcPr>
            <w:tcW w:w="724" w:type="dxa"/>
            <w:vAlign w:val="center"/>
          </w:tcPr>
          <w:p w:rsidR="005632B3" w:rsidRPr="00086AA3" w:rsidRDefault="005632B3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086AA3" w:rsidRDefault="005632B3" w:rsidP="004C7121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 xml:space="preserve">Экспедиторские услуги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086AA3" w:rsidRDefault="005632B3" w:rsidP="004C71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2127" w:type="dxa"/>
            <w:vAlign w:val="center"/>
          </w:tcPr>
          <w:p w:rsidR="005632B3" w:rsidRPr="00086AA3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86AA3">
              <w:rPr>
                <w:rFonts w:ascii="Times New Roman" w:hAnsi="Times New Roman" w:cs="Times New Roman"/>
                <w:lang w:eastAsia="ru-RU"/>
              </w:rPr>
              <w:t>4 613</w:t>
            </w:r>
          </w:p>
        </w:tc>
      </w:tr>
    </w:tbl>
    <w:p w:rsidR="009C0C98" w:rsidRDefault="009C0C9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250A" w:rsidRDefault="0060250A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60250A" w:rsidSect="00E240A9">
      <w:pgSz w:w="11906" w:h="16838" w:code="9"/>
      <w:pgMar w:top="85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BA3" w:rsidRDefault="00304BA3" w:rsidP="00C21356">
      <w:pPr>
        <w:spacing w:after="0" w:line="240" w:lineRule="auto"/>
      </w:pPr>
      <w:r>
        <w:separator/>
      </w:r>
    </w:p>
  </w:endnote>
  <w:endnote w:type="continuationSeparator" w:id="0">
    <w:p w:rsidR="00304BA3" w:rsidRDefault="00304BA3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BA3" w:rsidRDefault="00304BA3" w:rsidP="00C21356">
      <w:pPr>
        <w:spacing w:after="0" w:line="240" w:lineRule="auto"/>
      </w:pPr>
      <w:r>
        <w:separator/>
      </w:r>
    </w:p>
  </w:footnote>
  <w:footnote w:type="continuationSeparator" w:id="0">
    <w:p w:rsidR="00304BA3" w:rsidRDefault="00304BA3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83E6E"/>
    <w:multiLevelType w:val="hybridMultilevel"/>
    <w:tmpl w:val="5344ACD4"/>
    <w:lvl w:ilvl="0" w:tplc="3B024E90">
      <w:start w:val="17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A0881"/>
    <w:multiLevelType w:val="hybridMultilevel"/>
    <w:tmpl w:val="86EC919E"/>
    <w:lvl w:ilvl="0" w:tplc="E092D2FE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6"/>
  </w:num>
  <w:num w:numId="4">
    <w:abstractNumId w:val="31"/>
  </w:num>
  <w:num w:numId="5">
    <w:abstractNumId w:val="24"/>
  </w:num>
  <w:num w:numId="6">
    <w:abstractNumId w:val="2"/>
  </w:num>
  <w:num w:numId="7">
    <w:abstractNumId w:val="3"/>
  </w:num>
  <w:num w:numId="8">
    <w:abstractNumId w:val="23"/>
  </w:num>
  <w:num w:numId="9">
    <w:abstractNumId w:val="16"/>
  </w:num>
  <w:num w:numId="10">
    <w:abstractNumId w:val="25"/>
  </w:num>
  <w:num w:numId="11">
    <w:abstractNumId w:val="4"/>
  </w:num>
  <w:num w:numId="12">
    <w:abstractNumId w:val="32"/>
  </w:num>
  <w:num w:numId="13">
    <w:abstractNumId w:val="19"/>
  </w:num>
  <w:num w:numId="14">
    <w:abstractNumId w:val="30"/>
  </w:num>
  <w:num w:numId="15">
    <w:abstractNumId w:val="29"/>
  </w:num>
  <w:num w:numId="16">
    <w:abstractNumId w:val="12"/>
  </w:num>
  <w:num w:numId="17">
    <w:abstractNumId w:val="17"/>
  </w:num>
  <w:num w:numId="18">
    <w:abstractNumId w:val="28"/>
  </w:num>
  <w:num w:numId="19">
    <w:abstractNumId w:val="27"/>
  </w:num>
  <w:num w:numId="20">
    <w:abstractNumId w:val="21"/>
  </w:num>
  <w:num w:numId="21">
    <w:abstractNumId w:val="7"/>
  </w:num>
  <w:num w:numId="22">
    <w:abstractNumId w:val="15"/>
  </w:num>
  <w:num w:numId="23">
    <w:abstractNumId w:val="8"/>
  </w:num>
  <w:num w:numId="24">
    <w:abstractNumId w:val="1"/>
  </w:num>
  <w:num w:numId="25">
    <w:abstractNumId w:val="6"/>
  </w:num>
  <w:num w:numId="26">
    <w:abstractNumId w:val="14"/>
  </w:num>
  <w:num w:numId="27">
    <w:abstractNumId w:val="10"/>
  </w:num>
  <w:num w:numId="28">
    <w:abstractNumId w:val="11"/>
  </w:num>
  <w:num w:numId="29">
    <w:abstractNumId w:val="18"/>
  </w:num>
  <w:num w:numId="30">
    <w:abstractNumId w:val="13"/>
  </w:num>
  <w:num w:numId="31">
    <w:abstractNumId w:val="0"/>
  </w:num>
  <w:num w:numId="32">
    <w:abstractNumId w:val="9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44F12"/>
    <w:rsid w:val="000539C9"/>
    <w:rsid w:val="00057335"/>
    <w:rsid w:val="000607C2"/>
    <w:rsid w:val="0007620F"/>
    <w:rsid w:val="00086AA3"/>
    <w:rsid w:val="00096B22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0F1315"/>
    <w:rsid w:val="00105690"/>
    <w:rsid w:val="001064F5"/>
    <w:rsid w:val="0011113F"/>
    <w:rsid w:val="001203C4"/>
    <w:rsid w:val="00120A27"/>
    <w:rsid w:val="00126575"/>
    <w:rsid w:val="001279F2"/>
    <w:rsid w:val="00140221"/>
    <w:rsid w:val="00143A61"/>
    <w:rsid w:val="0014555C"/>
    <w:rsid w:val="00147915"/>
    <w:rsid w:val="001537E3"/>
    <w:rsid w:val="0015582D"/>
    <w:rsid w:val="00157713"/>
    <w:rsid w:val="0015794B"/>
    <w:rsid w:val="0017346F"/>
    <w:rsid w:val="00184D03"/>
    <w:rsid w:val="00184E64"/>
    <w:rsid w:val="00185789"/>
    <w:rsid w:val="00192E39"/>
    <w:rsid w:val="00197845"/>
    <w:rsid w:val="001A097A"/>
    <w:rsid w:val="001A108D"/>
    <w:rsid w:val="001C4755"/>
    <w:rsid w:val="001D7075"/>
    <w:rsid w:val="001E36E0"/>
    <w:rsid w:val="001E6D21"/>
    <w:rsid w:val="00216393"/>
    <w:rsid w:val="00222959"/>
    <w:rsid w:val="00223D07"/>
    <w:rsid w:val="00223F9C"/>
    <w:rsid w:val="002436D9"/>
    <w:rsid w:val="002518C2"/>
    <w:rsid w:val="0025427A"/>
    <w:rsid w:val="00260D67"/>
    <w:rsid w:val="00261C82"/>
    <w:rsid w:val="0026404C"/>
    <w:rsid w:val="00272EF8"/>
    <w:rsid w:val="00296D9C"/>
    <w:rsid w:val="002A0B36"/>
    <w:rsid w:val="002A15CF"/>
    <w:rsid w:val="002A3589"/>
    <w:rsid w:val="002B5DA5"/>
    <w:rsid w:val="002C1529"/>
    <w:rsid w:val="002D4F0D"/>
    <w:rsid w:val="002D7B86"/>
    <w:rsid w:val="002E10CC"/>
    <w:rsid w:val="002E2E97"/>
    <w:rsid w:val="002F147C"/>
    <w:rsid w:val="002F14A5"/>
    <w:rsid w:val="002F43D5"/>
    <w:rsid w:val="002F46DB"/>
    <w:rsid w:val="002F7D58"/>
    <w:rsid w:val="00304BA3"/>
    <w:rsid w:val="00306A9D"/>
    <w:rsid w:val="003112A0"/>
    <w:rsid w:val="00314162"/>
    <w:rsid w:val="003215DC"/>
    <w:rsid w:val="0032613F"/>
    <w:rsid w:val="0032651F"/>
    <w:rsid w:val="00335CF3"/>
    <w:rsid w:val="00352CEC"/>
    <w:rsid w:val="00354F13"/>
    <w:rsid w:val="00363A16"/>
    <w:rsid w:val="003640EA"/>
    <w:rsid w:val="00364BB6"/>
    <w:rsid w:val="00375901"/>
    <w:rsid w:val="0038418F"/>
    <w:rsid w:val="003A0C1B"/>
    <w:rsid w:val="003A2D01"/>
    <w:rsid w:val="003A3C22"/>
    <w:rsid w:val="003B24B8"/>
    <w:rsid w:val="003B3C9B"/>
    <w:rsid w:val="003B7E36"/>
    <w:rsid w:val="003C1AC3"/>
    <w:rsid w:val="003C2312"/>
    <w:rsid w:val="003C2C91"/>
    <w:rsid w:val="003E1337"/>
    <w:rsid w:val="003E1F6E"/>
    <w:rsid w:val="003E28C6"/>
    <w:rsid w:val="003E5254"/>
    <w:rsid w:val="0040147A"/>
    <w:rsid w:val="0040518F"/>
    <w:rsid w:val="00405411"/>
    <w:rsid w:val="00406C2D"/>
    <w:rsid w:val="00425C7C"/>
    <w:rsid w:val="00432419"/>
    <w:rsid w:val="00437599"/>
    <w:rsid w:val="0044010A"/>
    <w:rsid w:val="00450A5A"/>
    <w:rsid w:val="00455A10"/>
    <w:rsid w:val="004633EF"/>
    <w:rsid w:val="00465DAB"/>
    <w:rsid w:val="00471A74"/>
    <w:rsid w:val="004720B2"/>
    <w:rsid w:val="00476619"/>
    <w:rsid w:val="004806A8"/>
    <w:rsid w:val="00482224"/>
    <w:rsid w:val="00486079"/>
    <w:rsid w:val="00493B0D"/>
    <w:rsid w:val="004A7A2D"/>
    <w:rsid w:val="004B33B7"/>
    <w:rsid w:val="004B4D6D"/>
    <w:rsid w:val="004C259D"/>
    <w:rsid w:val="004C7ABC"/>
    <w:rsid w:val="004D1AB4"/>
    <w:rsid w:val="004E12A2"/>
    <w:rsid w:val="004E19F0"/>
    <w:rsid w:val="004F5914"/>
    <w:rsid w:val="00501291"/>
    <w:rsid w:val="00502289"/>
    <w:rsid w:val="00502E97"/>
    <w:rsid w:val="005048AF"/>
    <w:rsid w:val="00526670"/>
    <w:rsid w:val="00531033"/>
    <w:rsid w:val="00533186"/>
    <w:rsid w:val="00547E23"/>
    <w:rsid w:val="0056179B"/>
    <w:rsid w:val="005626F1"/>
    <w:rsid w:val="005632B3"/>
    <w:rsid w:val="00570B29"/>
    <w:rsid w:val="005770D7"/>
    <w:rsid w:val="0057778C"/>
    <w:rsid w:val="00585FAE"/>
    <w:rsid w:val="00592205"/>
    <w:rsid w:val="005A01ED"/>
    <w:rsid w:val="005A4D1A"/>
    <w:rsid w:val="005B319E"/>
    <w:rsid w:val="005B50E5"/>
    <w:rsid w:val="005B744B"/>
    <w:rsid w:val="005C1075"/>
    <w:rsid w:val="005C1ABF"/>
    <w:rsid w:val="005D74F0"/>
    <w:rsid w:val="005E0415"/>
    <w:rsid w:val="005E0983"/>
    <w:rsid w:val="005E65AA"/>
    <w:rsid w:val="0060009B"/>
    <w:rsid w:val="00600DC7"/>
    <w:rsid w:val="0060250A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56D46"/>
    <w:rsid w:val="00667AA0"/>
    <w:rsid w:val="00667E83"/>
    <w:rsid w:val="0069330A"/>
    <w:rsid w:val="00696AB6"/>
    <w:rsid w:val="006A20FF"/>
    <w:rsid w:val="006A6A25"/>
    <w:rsid w:val="006B6FF9"/>
    <w:rsid w:val="006C7D7F"/>
    <w:rsid w:val="006D2667"/>
    <w:rsid w:val="006D3BE7"/>
    <w:rsid w:val="006E11F9"/>
    <w:rsid w:val="006E4E00"/>
    <w:rsid w:val="006E62CD"/>
    <w:rsid w:val="006F0ED1"/>
    <w:rsid w:val="006F3DB9"/>
    <w:rsid w:val="007121B5"/>
    <w:rsid w:val="007132C5"/>
    <w:rsid w:val="00714DDB"/>
    <w:rsid w:val="00717AF3"/>
    <w:rsid w:val="00732974"/>
    <w:rsid w:val="00733EDF"/>
    <w:rsid w:val="007364FB"/>
    <w:rsid w:val="00736FA1"/>
    <w:rsid w:val="007416E4"/>
    <w:rsid w:val="00744A72"/>
    <w:rsid w:val="00750EAC"/>
    <w:rsid w:val="0075577B"/>
    <w:rsid w:val="00760305"/>
    <w:rsid w:val="007670A0"/>
    <w:rsid w:val="00771AA2"/>
    <w:rsid w:val="00774ABE"/>
    <w:rsid w:val="0078205F"/>
    <w:rsid w:val="00782FA7"/>
    <w:rsid w:val="007853A5"/>
    <w:rsid w:val="00786013"/>
    <w:rsid w:val="007919F0"/>
    <w:rsid w:val="0079217C"/>
    <w:rsid w:val="007936D0"/>
    <w:rsid w:val="007A4598"/>
    <w:rsid w:val="007A4E84"/>
    <w:rsid w:val="007B05DC"/>
    <w:rsid w:val="007B0826"/>
    <w:rsid w:val="007B29F8"/>
    <w:rsid w:val="007B6093"/>
    <w:rsid w:val="007F1C5B"/>
    <w:rsid w:val="007F58B1"/>
    <w:rsid w:val="007F7876"/>
    <w:rsid w:val="00800C59"/>
    <w:rsid w:val="00803F7F"/>
    <w:rsid w:val="008144EE"/>
    <w:rsid w:val="00817118"/>
    <w:rsid w:val="00817C5E"/>
    <w:rsid w:val="0082482E"/>
    <w:rsid w:val="00841489"/>
    <w:rsid w:val="0085041A"/>
    <w:rsid w:val="00855BEB"/>
    <w:rsid w:val="00857A28"/>
    <w:rsid w:val="00861EC7"/>
    <w:rsid w:val="008719A9"/>
    <w:rsid w:val="00881561"/>
    <w:rsid w:val="00892BDA"/>
    <w:rsid w:val="00892CFA"/>
    <w:rsid w:val="008A2EB9"/>
    <w:rsid w:val="008A34E7"/>
    <w:rsid w:val="008A3E0A"/>
    <w:rsid w:val="008A467A"/>
    <w:rsid w:val="008B10FA"/>
    <w:rsid w:val="008B1F8D"/>
    <w:rsid w:val="008B5116"/>
    <w:rsid w:val="008B7941"/>
    <w:rsid w:val="008C0ABF"/>
    <w:rsid w:val="008C41F9"/>
    <w:rsid w:val="008C4AE4"/>
    <w:rsid w:val="008D3700"/>
    <w:rsid w:val="008D6337"/>
    <w:rsid w:val="008F3761"/>
    <w:rsid w:val="009218D6"/>
    <w:rsid w:val="009275EB"/>
    <w:rsid w:val="00945F3B"/>
    <w:rsid w:val="009513B2"/>
    <w:rsid w:val="00970491"/>
    <w:rsid w:val="00980F92"/>
    <w:rsid w:val="00981965"/>
    <w:rsid w:val="00985E98"/>
    <w:rsid w:val="009876D0"/>
    <w:rsid w:val="009917F3"/>
    <w:rsid w:val="009948CE"/>
    <w:rsid w:val="009B2985"/>
    <w:rsid w:val="009C0C98"/>
    <w:rsid w:val="009C3526"/>
    <w:rsid w:val="009D21DB"/>
    <w:rsid w:val="009E39CE"/>
    <w:rsid w:val="009F0879"/>
    <w:rsid w:val="009F47BB"/>
    <w:rsid w:val="00A044E5"/>
    <w:rsid w:val="00A072D8"/>
    <w:rsid w:val="00A20DD3"/>
    <w:rsid w:val="00A36FFC"/>
    <w:rsid w:val="00A64410"/>
    <w:rsid w:val="00A6745E"/>
    <w:rsid w:val="00A74E4A"/>
    <w:rsid w:val="00A82B26"/>
    <w:rsid w:val="00AA3AC7"/>
    <w:rsid w:val="00AB67CF"/>
    <w:rsid w:val="00AC3D34"/>
    <w:rsid w:val="00AC3E99"/>
    <w:rsid w:val="00AC4513"/>
    <w:rsid w:val="00AC496A"/>
    <w:rsid w:val="00AD5373"/>
    <w:rsid w:val="00AE3AF1"/>
    <w:rsid w:val="00AF2F54"/>
    <w:rsid w:val="00B132A2"/>
    <w:rsid w:val="00B1498E"/>
    <w:rsid w:val="00B14B93"/>
    <w:rsid w:val="00B17CB1"/>
    <w:rsid w:val="00B21480"/>
    <w:rsid w:val="00B22E54"/>
    <w:rsid w:val="00B311B7"/>
    <w:rsid w:val="00B36357"/>
    <w:rsid w:val="00B36C29"/>
    <w:rsid w:val="00B36E25"/>
    <w:rsid w:val="00B475FA"/>
    <w:rsid w:val="00B90527"/>
    <w:rsid w:val="00B929F4"/>
    <w:rsid w:val="00B942F3"/>
    <w:rsid w:val="00B945CD"/>
    <w:rsid w:val="00BA12A8"/>
    <w:rsid w:val="00BB0F2B"/>
    <w:rsid w:val="00BB55BF"/>
    <w:rsid w:val="00BB5949"/>
    <w:rsid w:val="00BC3856"/>
    <w:rsid w:val="00BC6B91"/>
    <w:rsid w:val="00BD533B"/>
    <w:rsid w:val="00BE7228"/>
    <w:rsid w:val="00C21356"/>
    <w:rsid w:val="00C27C9D"/>
    <w:rsid w:val="00C27FC3"/>
    <w:rsid w:val="00C3531C"/>
    <w:rsid w:val="00C51679"/>
    <w:rsid w:val="00C53C4A"/>
    <w:rsid w:val="00C55BD3"/>
    <w:rsid w:val="00C618E9"/>
    <w:rsid w:val="00C62B4C"/>
    <w:rsid w:val="00C758BB"/>
    <w:rsid w:val="00C805E0"/>
    <w:rsid w:val="00C80F74"/>
    <w:rsid w:val="00C819D0"/>
    <w:rsid w:val="00C82E09"/>
    <w:rsid w:val="00C93732"/>
    <w:rsid w:val="00C93BAD"/>
    <w:rsid w:val="00CA358A"/>
    <w:rsid w:val="00CA3C90"/>
    <w:rsid w:val="00CB59CB"/>
    <w:rsid w:val="00CB5AFF"/>
    <w:rsid w:val="00CC0C96"/>
    <w:rsid w:val="00CC2317"/>
    <w:rsid w:val="00CE443B"/>
    <w:rsid w:val="00CE4A32"/>
    <w:rsid w:val="00D0385F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1816"/>
    <w:rsid w:val="00DA38EF"/>
    <w:rsid w:val="00DA3F25"/>
    <w:rsid w:val="00DB02C6"/>
    <w:rsid w:val="00DB49A0"/>
    <w:rsid w:val="00DC34AB"/>
    <w:rsid w:val="00DC4120"/>
    <w:rsid w:val="00DC7F4C"/>
    <w:rsid w:val="00DD24DC"/>
    <w:rsid w:val="00DD5BF2"/>
    <w:rsid w:val="00DE669E"/>
    <w:rsid w:val="00DE6759"/>
    <w:rsid w:val="00DF3C80"/>
    <w:rsid w:val="00DF78A7"/>
    <w:rsid w:val="00E027F2"/>
    <w:rsid w:val="00E16302"/>
    <w:rsid w:val="00E22D82"/>
    <w:rsid w:val="00E240A9"/>
    <w:rsid w:val="00E261BD"/>
    <w:rsid w:val="00E2665F"/>
    <w:rsid w:val="00E31600"/>
    <w:rsid w:val="00E3246D"/>
    <w:rsid w:val="00E336C9"/>
    <w:rsid w:val="00E46A2D"/>
    <w:rsid w:val="00E55D41"/>
    <w:rsid w:val="00E57014"/>
    <w:rsid w:val="00E623B9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F16FA8"/>
    <w:rsid w:val="00F252BD"/>
    <w:rsid w:val="00F31256"/>
    <w:rsid w:val="00F31A9E"/>
    <w:rsid w:val="00F339C3"/>
    <w:rsid w:val="00F41160"/>
    <w:rsid w:val="00F44935"/>
    <w:rsid w:val="00F473A1"/>
    <w:rsid w:val="00F5770B"/>
    <w:rsid w:val="00F643DE"/>
    <w:rsid w:val="00F64E10"/>
    <w:rsid w:val="00F6566C"/>
    <w:rsid w:val="00F7633B"/>
    <w:rsid w:val="00F77269"/>
    <w:rsid w:val="00F8679F"/>
    <w:rsid w:val="00F87A8D"/>
    <w:rsid w:val="00F933C4"/>
    <w:rsid w:val="00F975A5"/>
    <w:rsid w:val="00F979F6"/>
    <w:rsid w:val="00FB169D"/>
    <w:rsid w:val="00FB2380"/>
    <w:rsid w:val="00FB5C62"/>
    <w:rsid w:val="00FC7543"/>
    <w:rsid w:val="00FC7E74"/>
    <w:rsid w:val="00FE3F6D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A10AC-9F72-4014-B1B0-4D198A81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19DB8724</Template>
  <TotalTime>1248</TotalTime>
  <Pages>9</Pages>
  <Words>2422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Светлана Кузнецова</cp:lastModifiedBy>
  <cp:revision>187</cp:revision>
  <cp:lastPrinted>2021-09-13T09:44:00Z</cp:lastPrinted>
  <dcterms:created xsi:type="dcterms:W3CDTF">2019-08-16T05:15:00Z</dcterms:created>
  <dcterms:modified xsi:type="dcterms:W3CDTF">2022-01-24T09:02:00Z</dcterms:modified>
</cp:coreProperties>
</file>